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3FE9B127" w:rsidR="00CA67FA" w:rsidRPr="00493215"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Phone</w:t>
      </w:r>
      <w:r w:rsidR="00161097">
        <w:rPr>
          <w:noProof/>
          <w:sz w:val="20"/>
          <w:lang w:val="en-US"/>
        </w:rPr>
        <w:tab/>
      </w:r>
      <w:r w:rsidR="00161097" w:rsidRPr="005C0EB8">
        <w:rPr>
          <w:noProof/>
          <w:sz w:val="20"/>
          <w:lang w:val="en-US"/>
        </w:rPr>
        <w:t>+</w:t>
      </w:r>
      <w:r>
        <w:rPr>
          <w:noProof/>
          <w:sz w:val="20"/>
          <w:lang w:val="en-US"/>
        </w:rPr>
        <w:t>34</w:t>
      </w:r>
      <w:r w:rsidR="00161097" w:rsidRPr="005C0EB8">
        <w:rPr>
          <w:noProof/>
          <w:sz w:val="20"/>
          <w:lang w:val="en-US"/>
        </w:rPr>
        <w:t xml:space="preserve"> </w:t>
      </w:r>
      <w:r>
        <w:rPr>
          <w:noProof/>
          <w:sz w:val="20"/>
          <w:lang w:val="en-US"/>
        </w:rPr>
        <w:t>931</w:t>
      </w:r>
      <w:r w:rsidR="00161097" w:rsidRPr="005C0EB8">
        <w:rPr>
          <w:noProof/>
          <w:sz w:val="20"/>
          <w:lang w:val="en-US"/>
        </w:rPr>
        <w:t xml:space="preserve"> </w:t>
      </w:r>
      <w:r>
        <w:rPr>
          <w:noProof/>
          <w:sz w:val="20"/>
          <w:lang w:val="en-US"/>
        </w:rPr>
        <w:t>80 70 60</w:t>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493215" w:rsidRPr="00493215">
        <w:rPr>
          <w:noProof/>
          <w:sz w:val="20"/>
          <w:lang w:val="en-US"/>
        </w:rPr>
        <w:t>1</w:t>
      </w:r>
      <w:r w:rsidR="00983D00">
        <w:rPr>
          <w:noProof/>
          <w:sz w:val="20"/>
          <w:lang w:val="en-US"/>
        </w:rPr>
        <w:t>9</w:t>
      </w:r>
      <w:r w:rsidR="007F7937" w:rsidRPr="00493215">
        <w:rPr>
          <w:noProof/>
          <w:sz w:val="20"/>
          <w:lang w:val="en-US"/>
        </w:rPr>
        <w:t xml:space="preserve"> </w:t>
      </w:r>
      <w:r w:rsidR="00CF5D40" w:rsidRPr="00493215">
        <w:rPr>
          <w:noProof/>
          <w:sz w:val="20"/>
          <w:lang w:val="en-US"/>
        </w:rPr>
        <w:t>September</w:t>
      </w:r>
      <w:r w:rsidR="00B97CD7" w:rsidRPr="00493215">
        <w:rPr>
          <w:noProof/>
          <w:sz w:val="20"/>
          <w:lang w:val="en-US"/>
        </w:rPr>
        <w:t>, 201</w:t>
      </w:r>
      <w:r w:rsidR="00DF7CC0" w:rsidRPr="00493215">
        <w:rPr>
          <w:noProof/>
          <w:sz w:val="20"/>
          <w:lang w:val="en-US"/>
        </w:rPr>
        <w:t>8</w:t>
      </w:r>
    </w:p>
    <w:p w14:paraId="693A5F8F" w14:textId="77777777" w:rsidR="005E6FBE" w:rsidRPr="00493215" w:rsidRDefault="00BD18F3" w:rsidP="00BD18F3">
      <w:pPr>
        <w:spacing w:after="240"/>
        <w:ind w:hanging="993"/>
        <w:rPr>
          <w:lang w:val="en-US"/>
        </w:rPr>
      </w:pPr>
      <w:r w:rsidRPr="00493215">
        <w:rPr>
          <w:sz w:val="12"/>
          <w:szCs w:val="12"/>
          <w:lang w:val="en-US"/>
        </w:rPr>
        <w:t>_</w:t>
      </w:r>
    </w:p>
    <w:p w14:paraId="7F70E7EF" w14:textId="77777777" w:rsidR="005E6FBE" w:rsidRPr="00493215" w:rsidRDefault="005E6FBE">
      <w:pPr>
        <w:rPr>
          <w:lang w:val="en-US"/>
        </w:rPr>
        <w:sectPr w:rsidR="005E6FBE" w:rsidRPr="00493215" w:rsidSect="005E6FBE">
          <w:headerReference w:type="even" r:id="rId9"/>
          <w:headerReference w:type="default" r:id="rId10"/>
          <w:headerReference w:type="first" r:id="rId11"/>
          <w:footerReference w:type="first" r:id="rId12"/>
          <w:type w:val="continuous"/>
          <w:pgSz w:w="11906" w:h="16838" w:code="9"/>
          <w:pgMar w:top="2977" w:right="707" w:bottom="1985" w:left="1418" w:header="1230" w:footer="188" w:gutter="0"/>
          <w:cols w:space="720"/>
          <w:titlePg/>
        </w:sectPr>
      </w:pPr>
    </w:p>
    <w:p w14:paraId="297EA6C0" w14:textId="77777777" w:rsidR="005C0EB8" w:rsidRPr="00EC228A" w:rsidRDefault="00113CBB" w:rsidP="00C15484">
      <w:pPr>
        <w:framePr w:w="4780" w:h="2489" w:hRule="exact" w:hSpace="181" w:wrap="around" w:vAnchor="page" w:hAnchor="page" w:x="1435" w:y="2931" w:anchorLock="1"/>
        <w:rPr>
          <w:noProof/>
          <w:lang w:val="en-US"/>
        </w:rPr>
      </w:pPr>
      <w:r w:rsidRPr="00493215">
        <w:rPr>
          <w:noProof/>
          <w:lang w:val="en-US"/>
        </w:rPr>
        <w:br/>
      </w:r>
      <w:r w:rsidR="006A5A62" w:rsidRPr="00EC228A">
        <w:rPr>
          <w:b/>
          <w:sz w:val="28"/>
          <w:lang w:val="en-US"/>
        </w:rPr>
        <w:t>PRESS RELEASE</w:t>
      </w:r>
      <w:r w:rsidRPr="00EC228A">
        <w:rPr>
          <w:noProof/>
          <w:lang w:val="en-US"/>
        </w:rPr>
        <w:br/>
      </w:r>
      <w:r w:rsidRPr="00EC228A">
        <w:rPr>
          <w:noProof/>
          <w:lang w:val="en-US"/>
        </w:rPr>
        <w:br/>
      </w:r>
      <w:r w:rsidR="006A5A62" w:rsidRPr="00EC228A">
        <w:rPr>
          <w:lang w:val="en-US"/>
        </w:rPr>
        <w:t>for immediate release</w:t>
      </w:r>
      <w:r w:rsidRPr="00EC228A">
        <w:rPr>
          <w:noProof/>
          <w:lang w:val="en-US"/>
        </w:rPr>
        <w:br/>
      </w:r>
      <w:r w:rsidRPr="00EC228A">
        <w:rPr>
          <w:noProof/>
          <w:lang w:val="en-US"/>
        </w:rPr>
        <w:br/>
      </w:r>
      <w:r w:rsidRPr="00EC228A">
        <w:rPr>
          <w:noProof/>
          <w:lang w:val="en-US"/>
        </w:rPr>
        <w:br/>
      </w:r>
      <w:r w:rsidR="00C15484" w:rsidRPr="00EC228A">
        <w:rPr>
          <w:noProof/>
          <w:lang w:val="en-US"/>
        </w:rPr>
        <w:br/>
      </w:r>
      <w:r w:rsidR="00C15484" w:rsidRPr="00EC228A">
        <w:rPr>
          <w:noProof/>
          <w:lang w:val="en-US"/>
        </w:rPr>
        <w:br/>
      </w:r>
      <w:r w:rsidRPr="00EC228A">
        <w:rPr>
          <w:noProof/>
          <w:lang w:val="en-US"/>
        </w:rPr>
        <w:br/>
      </w:r>
    </w:p>
    <w:p w14:paraId="320BA69C" w14:textId="07E5B328" w:rsidR="004B2B2E" w:rsidRPr="00EC228A" w:rsidRDefault="00983D00" w:rsidP="004B2B2E">
      <w:pPr>
        <w:spacing w:line="360" w:lineRule="auto"/>
        <w:rPr>
          <w:rFonts w:cs="Arial"/>
          <w:b/>
          <w:sz w:val="24"/>
          <w:szCs w:val="24"/>
          <w:lang w:val="en-US" w:bidi="ar-SA"/>
        </w:rPr>
      </w:pPr>
      <w:r w:rsidRPr="00EC228A">
        <w:rPr>
          <w:rFonts w:cs="Arial"/>
          <w:b/>
          <w:sz w:val="28"/>
          <w:szCs w:val="28"/>
          <w:lang w:val="en-US" w:bidi="ar-SA"/>
        </w:rPr>
        <w:lastRenderedPageBreak/>
        <w:t xml:space="preserve">In Memoriam: Arnaud Darmont </w:t>
      </w:r>
      <w:r w:rsidR="004B2B2E" w:rsidRPr="00EC228A">
        <w:rPr>
          <w:rFonts w:cs="Arial"/>
          <w:b/>
          <w:sz w:val="28"/>
          <w:szCs w:val="28"/>
          <w:lang w:val="en-US" w:bidi="ar-SA"/>
        </w:rPr>
        <w:br/>
      </w:r>
      <w:r w:rsidRPr="00EC228A">
        <w:rPr>
          <w:rFonts w:cs="Arial"/>
          <w:b/>
          <w:sz w:val="24"/>
          <w:szCs w:val="24"/>
          <w:lang w:val="en-US" w:bidi="ar-SA"/>
        </w:rPr>
        <w:t>EMVA Standards Manage</w:t>
      </w:r>
      <w:bookmarkStart w:id="0" w:name="_GoBack"/>
      <w:bookmarkEnd w:id="0"/>
      <w:r w:rsidRPr="00EC228A">
        <w:rPr>
          <w:rFonts w:cs="Arial"/>
          <w:b/>
          <w:sz w:val="24"/>
          <w:szCs w:val="24"/>
          <w:lang w:val="en-US" w:bidi="ar-SA"/>
        </w:rPr>
        <w:t xml:space="preserve">r died </w:t>
      </w:r>
      <w:r w:rsidR="00EC228A" w:rsidRPr="00EC228A">
        <w:rPr>
          <w:rFonts w:cs="Arial"/>
          <w:b/>
          <w:sz w:val="24"/>
          <w:szCs w:val="24"/>
          <w:lang w:val="en-US" w:bidi="ar-SA"/>
        </w:rPr>
        <w:t>at age 39</w:t>
      </w:r>
    </w:p>
    <w:p w14:paraId="2184AACE" w14:textId="394320C7" w:rsidR="004201A7" w:rsidRPr="00EC228A" w:rsidRDefault="00687925" w:rsidP="004201A7">
      <w:pPr>
        <w:spacing w:line="360" w:lineRule="auto"/>
        <w:rPr>
          <w:rFonts w:cs="Arial"/>
          <w:b/>
          <w:sz w:val="24"/>
          <w:szCs w:val="24"/>
          <w:lang w:val="en-US" w:bidi="ar-SA"/>
        </w:rPr>
      </w:pPr>
      <w:r w:rsidRPr="00EC228A">
        <w:rPr>
          <w:rFonts w:cs="Arial"/>
          <w:b/>
          <w:sz w:val="24"/>
          <w:szCs w:val="24"/>
          <w:lang w:val="en-US" w:bidi="ar-SA"/>
        </w:rPr>
        <w:t xml:space="preserve"> </w:t>
      </w:r>
    </w:p>
    <w:p w14:paraId="439DC60D" w14:textId="15AB65ED" w:rsidR="00CD3CEE" w:rsidRDefault="00B75BC8" w:rsidP="00C32DB7">
      <w:pPr>
        <w:spacing w:line="360" w:lineRule="auto"/>
        <w:jc w:val="both"/>
        <w:rPr>
          <w:rFonts w:cs="Arial"/>
          <w:sz w:val="24"/>
          <w:szCs w:val="24"/>
          <w:lang w:val="en-US" w:bidi="ar-SA"/>
        </w:rPr>
      </w:pPr>
      <w:r w:rsidRPr="00EC228A">
        <w:rPr>
          <w:rFonts w:cs="Arial"/>
          <w:i/>
          <w:sz w:val="24"/>
          <w:szCs w:val="24"/>
          <w:lang w:val="en-US" w:bidi="ar-SA"/>
        </w:rPr>
        <w:t>Barcelona</w:t>
      </w:r>
      <w:r w:rsidR="004201A7" w:rsidRPr="00EC228A">
        <w:rPr>
          <w:rFonts w:cs="Arial"/>
          <w:i/>
          <w:sz w:val="24"/>
          <w:szCs w:val="24"/>
          <w:lang w:val="en-US" w:bidi="ar-SA"/>
        </w:rPr>
        <w:t>, ​​</w:t>
      </w:r>
      <w:r w:rsidR="00983D00" w:rsidRPr="00EC228A">
        <w:rPr>
          <w:rFonts w:cs="Arial"/>
          <w:i/>
          <w:sz w:val="24"/>
          <w:szCs w:val="24"/>
          <w:lang w:val="en-US" w:bidi="ar-SA"/>
        </w:rPr>
        <w:t>19</w:t>
      </w:r>
      <w:r w:rsidR="004201A7" w:rsidRPr="00EC228A">
        <w:rPr>
          <w:rFonts w:cs="Arial"/>
          <w:i/>
          <w:sz w:val="24"/>
          <w:szCs w:val="24"/>
          <w:lang w:val="en-US" w:bidi="ar-SA"/>
        </w:rPr>
        <w:t xml:space="preserve"> </w:t>
      </w:r>
      <w:r w:rsidR="00AD017E" w:rsidRPr="00EC228A">
        <w:rPr>
          <w:rFonts w:cs="Arial"/>
          <w:i/>
          <w:sz w:val="24"/>
          <w:szCs w:val="24"/>
          <w:lang w:val="en-US" w:bidi="ar-SA"/>
        </w:rPr>
        <w:t>September</w:t>
      </w:r>
      <w:r w:rsidR="004201A7" w:rsidRPr="00EC228A">
        <w:rPr>
          <w:rFonts w:cs="Arial"/>
          <w:i/>
          <w:sz w:val="24"/>
          <w:szCs w:val="24"/>
          <w:lang w:val="en-US" w:bidi="ar-SA"/>
        </w:rPr>
        <w:t>, 201</w:t>
      </w:r>
      <w:r w:rsidR="00DF7CC0" w:rsidRPr="00EC228A">
        <w:rPr>
          <w:rFonts w:cs="Arial"/>
          <w:i/>
          <w:sz w:val="24"/>
          <w:szCs w:val="24"/>
          <w:lang w:val="en-US" w:bidi="ar-SA"/>
        </w:rPr>
        <w:t>8</w:t>
      </w:r>
      <w:r w:rsidR="004201A7" w:rsidRPr="00EC228A">
        <w:rPr>
          <w:rFonts w:cs="Arial"/>
          <w:sz w:val="24"/>
          <w:szCs w:val="24"/>
          <w:lang w:val="en-US" w:bidi="ar-SA"/>
        </w:rPr>
        <w:t xml:space="preserve">. </w:t>
      </w:r>
      <w:r w:rsidR="00EC228A">
        <w:rPr>
          <w:rFonts w:cs="Arial"/>
          <w:sz w:val="24"/>
          <w:szCs w:val="24"/>
          <w:lang w:val="en-US" w:bidi="ar-SA"/>
        </w:rPr>
        <w:t xml:space="preserve">The EMVA Board of Directors and the entire EMVA staff </w:t>
      </w:r>
      <w:r w:rsidR="004C6D07">
        <w:rPr>
          <w:rFonts w:cs="Arial"/>
          <w:sz w:val="24"/>
          <w:szCs w:val="24"/>
          <w:lang w:val="en-US" w:bidi="ar-SA"/>
        </w:rPr>
        <w:t>are</w:t>
      </w:r>
      <w:r w:rsidR="00EC228A">
        <w:rPr>
          <w:rFonts w:cs="Arial"/>
          <w:sz w:val="24"/>
          <w:szCs w:val="24"/>
          <w:lang w:val="en-US" w:bidi="ar-SA"/>
        </w:rPr>
        <w:t xml:space="preserve"> shocked about the sudden </w:t>
      </w:r>
      <w:r w:rsidR="00C32DB7">
        <w:rPr>
          <w:rFonts w:cs="Arial"/>
          <w:sz w:val="24"/>
          <w:szCs w:val="24"/>
          <w:lang w:val="en-US" w:bidi="ar-SA"/>
        </w:rPr>
        <w:t xml:space="preserve">and unexpected </w:t>
      </w:r>
      <w:r w:rsidR="00EC228A">
        <w:rPr>
          <w:rFonts w:cs="Arial"/>
          <w:sz w:val="24"/>
          <w:szCs w:val="24"/>
          <w:lang w:val="en-US" w:bidi="ar-SA"/>
        </w:rPr>
        <w:t>death of Arnaud Darmont</w:t>
      </w:r>
      <w:r w:rsidR="004C6D07">
        <w:rPr>
          <w:rFonts w:cs="Arial"/>
          <w:sz w:val="24"/>
          <w:szCs w:val="24"/>
          <w:lang w:val="en-US" w:bidi="ar-SA"/>
        </w:rPr>
        <w:t xml:space="preserve"> who died on September </w:t>
      </w:r>
      <w:r w:rsidR="00411587">
        <w:rPr>
          <w:rFonts w:cs="Arial"/>
          <w:sz w:val="24"/>
          <w:szCs w:val="24"/>
          <w:lang w:val="en-US" w:bidi="ar-SA"/>
        </w:rPr>
        <w:t>12</w:t>
      </w:r>
      <w:r w:rsidR="00411587" w:rsidRPr="00CD458E">
        <w:rPr>
          <w:rFonts w:cs="Arial"/>
          <w:sz w:val="24"/>
          <w:szCs w:val="24"/>
          <w:vertAlign w:val="superscript"/>
          <w:lang w:val="en-US" w:bidi="ar-SA"/>
        </w:rPr>
        <w:t>th</w:t>
      </w:r>
      <w:r w:rsidR="00411587">
        <w:rPr>
          <w:rFonts w:cs="Arial"/>
          <w:sz w:val="24"/>
          <w:szCs w:val="24"/>
          <w:lang w:val="en-US" w:bidi="ar-SA"/>
        </w:rPr>
        <w:t xml:space="preserve"> </w:t>
      </w:r>
      <w:r w:rsidR="004C6D07">
        <w:rPr>
          <w:rFonts w:cs="Arial"/>
          <w:sz w:val="24"/>
          <w:szCs w:val="24"/>
          <w:lang w:val="en-US" w:bidi="ar-SA"/>
        </w:rPr>
        <w:t xml:space="preserve">after a tragic accident </w:t>
      </w:r>
      <w:r w:rsidR="004C6D07" w:rsidRPr="004C6D07">
        <w:rPr>
          <w:rFonts w:cs="Arial"/>
          <w:sz w:val="24"/>
          <w:szCs w:val="24"/>
          <w:lang w:val="en-US" w:bidi="ar-SA"/>
        </w:rPr>
        <w:t>in the White Sand</w:t>
      </w:r>
      <w:r w:rsidR="00411587">
        <w:rPr>
          <w:rFonts w:cs="Arial"/>
          <w:sz w:val="24"/>
          <w:szCs w:val="24"/>
          <w:lang w:val="en-US" w:bidi="ar-SA"/>
        </w:rPr>
        <w:t>s</w:t>
      </w:r>
      <w:r w:rsidR="004C6D07" w:rsidRPr="004C6D07">
        <w:rPr>
          <w:rFonts w:cs="Arial"/>
          <w:sz w:val="24"/>
          <w:szCs w:val="24"/>
          <w:lang w:val="en-US" w:bidi="ar-SA"/>
        </w:rPr>
        <w:t xml:space="preserve"> National Monument in New Mexico</w:t>
      </w:r>
      <w:r w:rsidR="004C6D07">
        <w:rPr>
          <w:rFonts w:cs="Arial"/>
          <w:sz w:val="24"/>
          <w:szCs w:val="24"/>
          <w:lang w:val="en-US" w:bidi="ar-SA"/>
        </w:rPr>
        <w:t>/USA</w:t>
      </w:r>
      <w:r w:rsidR="004C6D07" w:rsidRPr="004C6D07">
        <w:rPr>
          <w:rFonts w:cs="Arial"/>
          <w:sz w:val="24"/>
          <w:szCs w:val="24"/>
          <w:lang w:val="en-US" w:bidi="ar-SA"/>
        </w:rPr>
        <w:t>.</w:t>
      </w:r>
      <w:r w:rsidR="00CD3CEE" w:rsidRPr="00CD3CEE">
        <w:rPr>
          <w:rFonts w:cs="Arial"/>
          <w:sz w:val="24"/>
          <w:szCs w:val="24"/>
          <w:lang w:val="en-US" w:bidi="ar-SA"/>
        </w:rPr>
        <w:t xml:space="preserve"> </w:t>
      </w:r>
      <w:r w:rsidR="00C32DB7">
        <w:rPr>
          <w:rFonts w:cs="Arial"/>
          <w:sz w:val="24"/>
          <w:szCs w:val="24"/>
          <w:lang w:val="en-US" w:bidi="ar-SA"/>
        </w:rPr>
        <w:t>“</w:t>
      </w:r>
      <w:r w:rsidR="00C32DB7" w:rsidRPr="00EC228A">
        <w:rPr>
          <w:rFonts w:cs="Arial"/>
          <w:sz w:val="24"/>
          <w:szCs w:val="24"/>
          <w:lang w:val="en-US" w:bidi="ar-SA"/>
        </w:rPr>
        <w:t xml:space="preserve">With the death of Arnaud, </w:t>
      </w:r>
      <w:r w:rsidR="00C32DB7">
        <w:rPr>
          <w:rFonts w:cs="Arial"/>
          <w:sz w:val="24"/>
          <w:szCs w:val="24"/>
          <w:lang w:val="en-US" w:bidi="ar-SA"/>
        </w:rPr>
        <w:t xml:space="preserve">the </w:t>
      </w:r>
      <w:r w:rsidR="00C32DB7" w:rsidRPr="00EC228A">
        <w:rPr>
          <w:rFonts w:cs="Arial"/>
          <w:sz w:val="24"/>
          <w:szCs w:val="24"/>
          <w:lang w:val="en-US" w:bidi="ar-SA"/>
        </w:rPr>
        <w:t xml:space="preserve">EMVA and in more general the </w:t>
      </w:r>
      <w:r w:rsidR="00C32DB7">
        <w:rPr>
          <w:rFonts w:cs="Arial"/>
          <w:sz w:val="24"/>
          <w:szCs w:val="24"/>
          <w:lang w:val="en-US" w:bidi="ar-SA"/>
        </w:rPr>
        <w:t xml:space="preserve">entire </w:t>
      </w:r>
      <w:r w:rsidR="00C32DB7" w:rsidRPr="00EC228A">
        <w:rPr>
          <w:rFonts w:cs="Arial"/>
          <w:sz w:val="24"/>
          <w:szCs w:val="24"/>
          <w:lang w:val="en-US" w:bidi="ar-SA"/>
        </w:rPr>
        <w:t>imaging industry lost a bright and driven person who contributed significantly to both educating and advancing the industry</w:t>
      </w:r>
      <w:r w:rsidR="00C32DB7">
        <w:rPr>
          <w:rFonts w:cs="Arial"/>
          <w:sz w:val="24"/>
          <w:szCs w:val="24"/>
          <w:lang w:val="en-US" w:bidi="ar-SA"/>
        </w:rPr>
        <w:t>”</w:t>
      </w:r>
      <w:r w:rsidR="00C32DB7" w:rsidRPr="00C32DB7">
        <w:rPr>
          <w:rFonts w:cs="Arial"/>
          <w:sz w:val="24"/>
          <w:szCs w:val="24"/>
          <w:lang w:val="en-US" w:bidi="ar-SA"/>
        </w:rPr>
        <w:t xml:space="preserve"> </w:t>
      </w:r>
      <w:r w:rsidR="00C32DB7">
        <w:rPr>
          <w:rFonts w:cs="Arial"/>
          <w:sz w:val="24"/>
          <w:szCs w:val="24"/>
          <w:lang w:val="en-US" w:bidi="ar-SA"/>
        </w:rPr>
        <w:t xml:space="preserve">said EMVA </w:t>
      </w:r>
      <w:r w:rsidR="004C1976">
        <w:rPr>
          <w:rFonts w:cs="Arial"/>
          <w:sz w:val="24"/>
          <w:szCs w:val="24"/>
          <w:lang w:val="en-US" w:bidi="ar-SA"/>
        </w:rPr>
        <w:t>P</w:t>
      </w:r>
      <w:r w:rsidR="00C32DB7">
        <w:rPr>
          <w:rFonts w:cs="Arial"/>
          <w:sz w:val="24"/>
          <w:szCs w:val="24"/>
          <w:lang w:val="en-US" w:bidi="ar-SA"/>
        </w:rPr>
        <w:t>resident Jochem Herrmann</w:t>
      </w:r>
      <w:r w:rsidR="00C32DB7" w:rsidRPr="00EC228A">
        <w:rPr>
          <w:rFonts w:cs="Arial"/>
          <w:sz w:val="24"/>
          <w:szCs w:val="24"/>
          <w:lang w:val="en-US" w:bidi="ar-SA"/>
        </w:rPr>
        <w:t>.</w:t>
      </w:r>
      <w:r w:rsidR="00C32DB7">
        <w:rPr>
          <w:rFonts w:cs="Arial"/>
          <w:sz w:val="24"/>
          <w:szCs w:val="24"/>
          <w:lang w:val="en-US" w:bidi="ar-SA"/>
        </w:rPr>
        <w:t xml:space="preserve"> </w:t>
      </w:r>
      <w:r w:rsidR="00CD3CEE">
        <w:rPr>
          <w:rFonts w:cs="Arial"/>
          <w:sz w:val="24"/>
          <w:szCs w:val="24"/>
          <w:lang w:val="en-US" w:bidi="ar-SA"/>
        </w:rPr>
        <w:t xml:space="preserve">“Arnaud will be terribly missed. Our thoughts are with his </w:t>
      </w:r>
      <w:r w:rsidR="00C32DB7">
        <w:rPr>
          <w:rFonts w:cs="Arial"/>
          <w:sz w:val="24"/>
          <w:szCs w:val="24"/>
          <w:lang w:val="en-US" w:bidi="ar-SA"/>
        </w:rPr>
        <w:t>parents and his brother</w:t>
      </w:r>
      <w:r w:rsidR="00CD3CEE">
        <w:rPr>
          <w:rFonts w:cs="Arial"/>
          <w:sz w:val="24"/>
          <w:szCs w:val="24"/>
          <w:lang w:val="en-US" w:bidi="ar-SA"/>
        </w:rPr>
        <w:t xml:space="preserve">”. </w:t>
      </w:r>
      <w:r w:rsidR="00E919BD">
        <w:rPr>
          <w:rFonts w:cs="Arial"/>
          <w:sz w:val="24"/>
          <w:szCs w:val="24"/>
          <w:lang w:val="en-US" w:bidi="ar-SA"/>
        </w:rPr>
        <w:t xml:space="preserve">  </w:t>
      </w:r>
    </w:p>
    <w:p w14:paraId="7F62C13A" w14:textId="77777777" w:rsidR="004C6D07" w:rsidRPr="00295BAF" w:rsidRDefault="004C6D07" w:rsidP="004B2B2E">
      <w:pPr>
        <w:spacing w:line="360" w:lineRule="auto"/>
        <w:jc w:val="both"/>
        <w:rPr>
          <w:rFonts w:cs="Arial"/>
          <w:sz w:val="24"/>
          <w:szCs w:val="24"/>
          <w:lang w:val="en-US" w:bidi="ar-SA"/>
        </w:rPr>
      </w:pPr>
    </w:p>
    <w:p w14:paraId="740A5F48" w14:textId="710D3A45" w:rsidR="00AF0F6C" w:rsidRPr="00295BAF" w:rsidRDefault="00295BAF" w:rsidP="00AF0F6C">
      <w:pPr>
        <w:spacing w:line="360" w:lineRule="auto"/>
        <w:jc w:val="both"/>
        <w:rPr>
          <w:rFonts w:cs="Arial"/>
          <w:b/>
          <w:sz w:val="24"/>
          <w:szCs w:val="24"/>
          <w:lang w:val="en-US" w:bidi="ar-SA"/>
        </w:rPr>
      </w:pPr>
      <w:r w:rsidRPr="00295BAF">
        <w:rPr>
          <w:rFonts w:cs="Arial"/>
          <w:b/>
          <w:sz w:val="24"/>
          <w:szCs w:val="24"/>
          <w:lang w:val="en-US" w:bidi="ar-SA"/>
        </w:rPr>
        <w:t>V</w:t>
      </w:r>
      <w:r w:rsidR="001B75D3" w:rsidRPr="00295BAF">
        <w:rPr>
          <w:rFonts w:cs="Arial"/>
          <w:b/>
          <w:sz w:val="24"/>
          <w:szCs w:val="24"/>
          <w:lang w:val="en-US" w:bidi="ar-SA"/>
        </w:rPr>
        <w:t xml:space="preserve">ision entrepreneur </w:t>
      </w:r>
      <w:r w:rsidRPr="00295BAF">
        <w:rPr>
          <w:rFonts w:cs="Arial"/>
          <w:b/>
          <w:sz w:val="24"/>
          <w:szCs w:val="24"/>
          <w:lang w:val="en-US" w:bidi="ar-SA"/>
        </w:rPr>
        <w:t>driven by education idea</w:t>
      </w:r>
      <w:r w:rsidR="001B75D3" w:rsidRPr="00295BAF">
        <w:rPr>
          <w:rFonts w:cs="Arial"/>
          <w:b/>
          <w:sz w:val="24"/>
          <w:szCs w:val="24"/>
          <w:lang w:val="en-US" w:bidi="ar-SA"/>
        </w:rPr>
        <w:t xml:space="preserve"> </w:t>
      </w:r>
    </w:p>
    <w:p w14:paraId="1348EA28" w14:textId="3BCD00F6" w:rsidR="00901404" w:rsidRDefault="00C32DB7" w:rsidP="00CD3CEE">
      <w:pPr>
        <w:spacing w:line="360" w:lineRule="auto"/>
        <w:jc w:val="both"/>
        <w:rPr>
          <w:rFonts w:cs="Arial"/>
          <w:sz w:val="24"/>
          <w:szCs w:val="24"/>
          <w:lang w:val="en-US" w:bidi="ar-SA"/>
        </w:rPr>
      </w:pPr>
      <w:r w:rsidRPr="00295BAF">
        <w:rPr>
          <w:rFonts w:cs="Arial"/>
          <w:sz w:val="24"/>
          <w:szCs w:val="24"/>
          <w:lang w:val="en-US" w:bidi="ar-SA"/>
        </w:rPr>
        <w:t>Arnaud Darmon</w:t>
      </w:r>
      <w:r w:rsidR="00411587">
        <w:rPr>
          <w:rFonts w:cs="Arial"/>
          <w:sz w:val="24"/>
          <w:szCs w:val="24"/>
          <w:lang w:val="en-US" w:bidi="ar-SA"/>
        </w:rPr>
        <w:t>t</w:t>
      </w:r>
      <w:r w:rsidRPr="00295BAF">
        <w:rPr>
          <w:rFonts w:cs="Arial"/>
          <w:sz w:val="24"/>
          <w:szCs w:val="24"/>
          <w:lang w:val="en-US" w:bidi="ar-SA"/>
        </w:rPr>
        <w:t xml:space="preserve"> dedicated his entire professional life to </w:t>
      </w:r>
      <w:r w:rsidR="001B75D3" w:rsidRPr="00295BAF">
        <w:rPr>
          <w:rFonts w:cs="Arial"/>
          <w:sz w:val="24"/>
          <w:szCs w:val="24"/>
          <w:lang w:val="en-US" w:bidi="ar-SA"/>
        </w:rPr>
        <w:t>the computer vision industry</w:t>
      </w:r>
      <w:r w:rsidR="000D21F6" w:rsidRPr="00295BAF">
        <w:rPr>
          <w:rFonts w:cs="Arial"/>
          <w:sz w:val="24"/>
          <w:szCs w:val="24"/>
          <w:lang w:val="en-US" w:bidi="ar-SA"/>
        </w:rPr>
        <w:t xml:space="preserve">. </w:t>
      </w:r>
      <w:r w:rsidRPr="00295BAF">
        <w:rPr>
          <w:rFonts w:cs="Arial"/>
          <w:sz w:val="24"/>
          <w:szCs w:val="24"/>
          <w:lang w:val="en-US" w:bidi="ar-SA"/>
        </w:rPr>
        <w:t xml:space="preserve">After his degree in electronic </w:t>
      </w:r>
      <w:r w:rsidRPr="00C32DB7">
        <w:rPr>
          <w:rFonts w:cs="Arial"/>
          <w:sz w:val="24"/>
          <w:szCs w:val="24"/>
          <w:lang w:val="en-US" w:bidi="ar-SA"/>
        </w:rPr>
        <w:t xml:space="preserve">engineering </w:t>
      </w:r>
      <w:r>
        <w:rPr>
          <w:rFonts w:cs="Arial"/>
          <w:sz w:val="24"/>
          <w:szCs w:val="24"/>
          <w:lang w:val="en-US" w:bidi="ar-SA"/>
        </w:rPr>
        <w:t>from</w:t>
      </w:r>
      <w:r w:rsidRPr="00C32DB7">
        <w:rPr>
          <w:rFonts w:cs="Arial"/>
          <w:sz w:val="24"/>
          <w:szCs w:val="24"/>
          <w:lang w:val="en-US" w:bidi="ar-SA"/>
        </w:rPr>
        <w:t xml:space="preserve"> University of Liège (Belgium)</w:t>
      </w:r>
      <w:r w:rsidR="000F663A">
        <w:rPr>
          <w:rFonts w:cs="Arial"/>
          <w:sz w:val="24"/>
          <w:szCs w:val="24"/>
          <w:lang w:val="en-US" w:bidi="ar-SA"/>
        </w:rPr>
        <w:t xml:space="preserve"> in 2002</w:t>
      </w:r>
      <w:r>
        <w:rPr>
          <w:rFonts w:cs="Arial"/>
          <w:sz w:val="24"/>
          <w:szCs w:val="24"/>
          <w:lang w:val="en-US" w:bidi="ar-SA"/>
        </w:rPr>
        <w:t xml:space="preserve"> </w:t>
      </w:r>
      <w:r w:rsidR="00663F6E">
        <w:rPr>
          <w:rFonts w:cs="Arial"/>
          <w:sz w:val="24"/>
          <w:szCs w:val="24"/>
          <w:lang w:val="en-US" w:bidi="ar-SA"/>
        </w:rPr>
        <w:t>he</w:t>
      </w:r>
      <w:r>
        <w:rPr>
          <w:rFonts w:cs="Arial"/>
          <w:sz w:val="24"/>
          <w:szCs w:val="24"/>
          <w:lang w:val="en-US" w:bidi="ar-SA"/>
        </w:rPr>
        <w:t xml:space="preserve"> began to work in the field of </w:t>
      </w:r>
      <w:r w:rsidRPr="00C32DB7">
        <w:rPr>
          <w:rFonts w:cs="Arial"/>
          <w:sz w:val="24"/>
          <w:szCs w:val="24"/>
          <w:lang w:val="en-US" w:bidi="ar-SA"/>
        </w:rPr>
        <w:t>CMOS image sensors and high dynamic range imaging.</w:t>
      </w:r>
      <w:r>
        <w:rPr>
          <w:rFonts w:cs="Arial"/>
          <w:sz w:val="24"/>
          <w:szCs w:val="24"/>
          <w:lang w:val="en-US" w:bidi="ar-SA"/>
        </w:rPr>
        <w:t xml:space="preserve"> </w:t>
      </w:r>
      <w:r w:rsidR="00901404">
        <w:rPr>
          <w:rFonts w:cs="Arial"/>
          <w:sz w:val="24"/>
          <w:szCs w:val="24"/>
          <w:lang w:val="en-US" w:bidi="ar-SA"/>
        </w:rPr>
        <w:t>Arnaud combined technical enthusiasm</w:t>
      </w:r>
      <w:r w:rsidR="00901404" w:rsidRPr="00901404">
        <w:rPr>
          <w:lang w:val="en-US"/>
        </w:rPr>
        <w:t xml:space="preserve"> for </w:t>
      </w:r>
      <w:r w:rsidR="00901404" w:rsidRPr="00901404">
        <w:rPr>
          <w:rFonts w:cs="Arial"/>
          <w:sz w:val="24"/>
          <w:szCs w:val="24"/>
          <w:lang w:val="en-US" w:bidi="ar-SA"/>
        </w:rPr>
        <w:t>optoelectronics</w:t>
      </w:r>
      <w:r w:rsidR="00901404">
        <w:rPr>
          <w:rFonts w:cs="Arial"/>
          <w:sz w:val="24"/>
          <w:szCs w:val="24"/>
          <w:lang w:val="en-US" w:bidi="ar-SA"/>
        </w:rPr>
        <w:t xml:space="preserve"> with human values which led him to found his own enterprise A</w:t>
      </w:r>
      <w:r w:rsidR="004C1976">
        <w:rPr>
          <w:rFonts w:cs="Arial"/>
          <w:sz w:val="24"/>
          <w:szCs w:val="24"/>
          <w:lang w:val="en-US" w:bidi="ar-SA"/>
        </w:rPr>
        <w:t>PHESA</w:t>
      </w:r>
      <w:r w:rsidR="00901404">
        <w:rPr>
          <w:rFonts w:cs="Arial"/>
          <w:sz w:val="24"/>
          <w:szCs w:val="24"/>
          <w:lang w:val="en-US" w:bidi="ar-SA"/>
        </w:rPr>
        <w:t xml:space="preserve"> in 2008.</w:t>
      </w:r>
      <w:r w:rsidR="00663F6E">
        <w:rPr>
          <w:rFonts w:cs="Arial"/>
          <w:sz w:val="24"/>
          <w:szCs w:val="24"/>
          <w:lang w:val="en-US" w:bidi="ar-SA"/>
        </w:rPr>
        <w:t xml:space="preserve"> </w:t>
      </w:r>
      <w:r w:rsidR="00782009">
        <w:rPr>
          <w:rFonts w:cs="Arial"/>
          <w:sz w:val="24"/>
          <w:szCs w:val="24"/>
          <w:lang w:val="en-US" w:bidi="ar-SA"/>
        </w:rPr>
        <w:t>He</w:t>
      </w:r>
      <w:r w:rsidR="00782009" w:rsidRPr="00782009">
        <w:rPr>
          <w:rFonts w:cs="Arial"/>
          <w:sz w:val="24"/>
          <w:szCs w:val="24"/>
          <w:lang w:val="en-US" w:bidi="ar-SA"/>
        </w:rPr>
        <w:t xml:space="preserve"> authored several publications and was author of </w:t>
      </w:r>
      <w:r w:rsidR="00411587">
        <w:rPr>
          <w:rFonts w:cs="Arial"/>
          <w:sz w:val="24"/>
          <w:szCs w:val="24"/>
          <w:lang w:val="en-US" w:bidi="ar-SA"/>
        </w:rPr>
        <w:t>the</w:t>
      </w:r>
      <w:r w:rsidR="00782009" w:rsidRPr="00782009">
        <w:rPr>
          <w:rFonts w:cs="Arial"/>
          <w:sz w:val="24"/>
          <w:szCs w:val="24"/>
          <w:lang w:val="en-US" w:bidi="ar-SA"/>
        </w:rPr>
        <w:t xml:space="preserve"> book "High Dynamic Range Imaging – Sensors and Architectures”, which was published in a first edition 2013. He was just about finishing up the second edition to appear this year.</w:t>
      </w:r>
      <w:r w:rsidR="00782009">
        <w:rPr>
          <w:rFonts w:cs="Arial"/>
          <w:sz w:val="24"/>
          <w:szCs w:val="24"/>
          <w:lang w:val="en-US" w:bidi="ar-SA"/>
        </w:rPr>
        <w:t xml:space="preserve"> </w:t>
      </w:r>
      <w:r w:rsidR="00663F6E">
        <w:rPr>
          <w:rFonts w:cs="Arial"/>
          <w:sz w:val="24"/>
          <w:szCs w:val="24"/>
          <w:lang w:val="en-US" w:bidi="ar-SA"/>
        </w:rPr>
        <w:t xml:space="preserve">A strong focus of his work always </w:t>
      </w:r>
      <w:r w:rsidR="00411587">
        <w:rPr>
          <w:rFonts w:cs="Arial"/>
          <w:sz w:val="24"/>
          <w:szCs w:val="24"/>
          <w:lang w:val="en-US" w:bidi="ar-SA"/>
        </w:rPr>
        <w:t>was</w:t>
      </w:r>
      <w:r w:rsidR="00663F6E">
        <w:rPr>
          <w:rFonts w:cs="Arial"/>
          <w:sz w:val="24"/>
          <w:szCs w:val="24"/>
          <w:lang w:val="en-US" w:bidi="ar-SA"/>
        </w:rPr>
        <w:t xml:space="preserve"> the dissemination of his </w:t>
      </w:r>
      <w:r w:rsidR="00663F6E">
        <w:rPr>
          <w:rFonts w:cs="Arial"/>
          <w:sz w:val="24"/>
          <w:szCs w:val="24"/>
          <w:lang w:val="en-US" w:bidi="ar-SA"/>
        </w:rPr>
        <w:lastRenderedPageBreak/>
        <w:t xml:space="preserve">knowledge within the </w:t>
      </w:r>
      <w:r w:rsidR="00295BAF">
        <w:rPr>
          <w:rFonts w:cs="Arial"/>
          <w:sz w:val="24"/>
          <w:szCs w:val="24"/>
          <w:lang w:val="en-US" w:bidi="ar-SA"/>
        </w:rPr>
        <w:t xml:space="preserve">vision </w:t>
      </w:r>
      <w:r w:rsidR="00663F6E">
        <w:rPr>
          <w:rFonts w:cs="Arial"/>
          <w:sz w:val="24"/>
          <w:szCs w:val="24"/>
          <w:lang w:val="en-US" w:bidi="ar-SA"/>
        </w:rPr>
        <w:t xml:space="preserve">community and to newcomers in the computer vision domain through </w:t>
      </w:r>
      <w:r w:rsidR="00663F6E" w:rsidRPr="00901404">
        <w:rPr>
          <w:rFonts w:cs="Arial"/>
          <w:sz w:val="24"/>
          <w:szCs w:val="24"/>
          <w:lang w:val="en-US" w:bidi="ar-SA"/>
        </w:rPr>
        <w:t>trainings and custom electronics design of imaging devices.</w:t>
      </w:r>
      <w:r w:rsidR="00663F6E">
        <w:rPr>
          <w:rFonts w:cs="Arial"/>
          <w:sz w:val="24"/>
          <w:szCs w:val="24"/>
          <w:lang w:val="en-US" w:bidi="ar-SA"/>
        </w:rPr>
        <w:t xml:space="preserve"> He already </w:t>
      </w:r>
      <w:r w:rsidR="00901404" w:rsidRPr="00901404">
        <w:rPr>
          <w:rFonts w:cs="Arial"/>
          <w:sz w:val="24"/>
          <w:szCs w:val="24"/>
          <w:lang w:val="en-US" w:bidi="ar-SA"/>
        </w:rPr>
        <w:t>prepared the celebration of the 10 years anniversary of A</w:t>
      </w:r>
      <w:r w:rsidR="004C1976">
        <w:rPr>
          <w:rFonts w:cs="Arial"/>
          <w:sz w:val="24"/>
          <w:szCs w:val="24"/>
          <w:lang w:val="en-US" w:bidi="ar-SA"/>
        </w:rPr>
        <w:t>PHESA</w:t>
      </w:r>
      <w:r w:rsidR="00901404" w:rsidRPr="00901404">
        <w:rPr>
          <w:rFonts w:cs="Arial"/>
          <w:sz w:val="24"/>
          <w:szCs w:val="24"/>
          <w:lang w:val="en-US" w:bidi="ar-SA"/>
        </w:rPr>
        <w:t xml:space="preserve"> at the end of this month</w:t>
      </w:r>
      <w:r w:rsidR="00663F6E">
        <w:rPr>
          <w:rFonts w:cs="Arial"/>
          <w:sz w:val="24"/>
          <w:szCs w:val="24"/>
          <w:lang w:val="en-US" w:bidi="ar-SA"/>
        </w:rPr>
        <w:t>.</w:t>
      </w:r>
      <w:r w:rsidR="00663F6E" w:rsidRPr="00663F6E">
        <w:rPr>
          <w:rFonts w:cs="Arial"/>
          <w:sz w:val="24"/>
          <w:szCs w:val="24"/>
          <w:lang w:val="en-US" w:bidi="ar-SA"/>
        </w:rPr>
        <w:t xml:space="preserve"> </w:t>
      </w:r>
    </w:p>
    <w:p w14:paraId="6F4BC2B1" w14:textId="77777777" w:rsidR="00901404" w:rsidRDefault="00901404" w:rsidP="00CD3CEE">
      <w:pPr>
        <w:spacing w:line="360" w:lineRule="auto"/>
        <w:jc w:val="both"/>
        <w:rPr>
          <w:rFonts w:cs="Arial"/>
          <w:sz w:val="24"/>
          <w:szCs w:val="24"/>
          <w:lang w:val="en-US" w:bidi="ar-SA"/>
        </w:rPr>
      </w:pPr>
    </w:p>
    <w:p w14:paraId="69644AFD" w14:textId="6AE61E81" w:rsidR="00663F6E" w:rsidRPr="00663F6E" w:rsidRDefault="00663F6E" w:rsidP="00CD3CEE">
      <w:pPr>
        <w:spacing w:line="360" w:lineRule="auto"/>
        <w:jc w:val="both"/>
        <w:rPr>
          <w:rFonts w:cs="Arial"/>
          <w:b/>
          <w:sz w:val="24"/>
          <w:szCs w:val="24"/>
          <w:lang w:val="en-US" w:bidi="ar-SA"/>
        </w:rPr>
      </w:pPr>
      <w:r w:rsidRPr="00663F6E">
        <w:rPr>
          <w:rFonts w:cs="Arial"/>
          <w:b/>
          <w:sz w:val="24"/>
          <w:szCs w:val="24"/>
          <w:lang w:val="en-US" w:bidi="ar-SA"/>
        </w:rPr>
        <w:t>A passion for machine vision standardization</w:t>
      </w:r>
    </w:p>
    <w:p w14:paraId="2EF38A03" w14:textId="1929B318" w:rsidR="001B75D3" w:rsidRDefault="000D21F6" w:rsidP="00CD3CEE">
      <w:pPr>
        <w:spacing w:line="360" w:lineRule="auto"/>
        <w:jc w:val="both"/>
        <w:rPr>
          <w:rFonts w:cs="Arial"/>
          <w:sz w:val="24"/>
          <w:szCs w:val="24"/>
          <w:lang w:val="en-US" w:bidi="ar-SA"/>
        </w:rPr>
      </w:pPr>
      <w:r w:rsidRPr="00EC228A">
        <w:rPr>
          <w:rFonts w:cs="Arial"/>
          <w:sz w:val="24"/>
          <w:szCs w:val="24"/>
          <w:lang w:val="en-US" w:bidi="ar-SA"/>
        </w:rPr>
        <w:t>Since the very beginning</w:t>
      </w:r>
      <w:r w:rsidR="00782009">
        <w:rPr>
          <w:rFonts w:cs="Arial"/>
          <w:sz w:val="24"/>
          <w:szCs w:val="24"/>
          <w:lang w:val="en-US" w:bidi="ar-SA"/>
        </w:rPr>
        <w:t xml:space="preserve"> of his professional career</w:t>
      </w:r>
      <w:r w:rsidRPr="00EC228A">
        <w:rPr>
          <w:rFonts w:cs="Arial"/>
          <w:sz w:val="24"/>
          <w:szCs w:val="24"/>
          <w:lang w:val="en-US" w:bidi="ar-SA"/>
        </w:rPr>
        <w:t xml:space="preserve">, Arnaud was an active and much valued member of the EMVA 1288 standardization group. </w:t>
      </w:r>
      <w:r>
        <w:rPr>
          <w:rFonts w:cs="Arial"/>
          <w:sz w:val="24"/>
          <w:szCs w:val="24"/>
          <w:lang w:val="en-US" w:bidi="ar-SA"/>
        </w:rPr>
        <w:t>“</w:t>
      </w:r>
      <w:r w:rsidRPr="00EC228A">
        <w:rPr>
          <w:rFonts w:cs="Arial"/>
          <w:sz w:val="24"/>
          <w:szCs w:val="24"/>
          <w:lang w:val="en-US" w:bidi="ar-SA"/>
        </w:rPr>
        <w:t>By his profound knowledge of image sensors and by his rich experience he helped to shape the EMVA 1288 standard to the globally used standard it is today. Arnaud was also busy advertising the standard all around the globe giving courses and educati</w:t>
      </w:r>
      <w:r>
        <w:rPr>
          <w:rFonts w:cs="Arial"/>
          <w:sz w:val="24"/>
          <w:szCs w:val="24"/>
          <w:lang w:val="en-US" w:bidi="ar-SA"/>
        </w:rPr>
        <w:t>ng the machine vision community”, said Prof. Dr. Bernd Jähne, Chair of the EMVA 1288 Standard Group and EMVA Board Member.</w:t>
      </w:r>
    </w:p>
    <w:p w14:paraId="5776CF25" w14:textId="5C87D439" w:rsidR="00663F6E" w:rsidRDefault="004C1976" w:rsidP="00CF5D40">
      <w:pPr>
        <w:spacing w:line="360" w:lineRule="auto"/>
        <w:jc w:val="both"/>
        <w:rPr>
          <w:rFonts w:cs="Arial"/>
          <w:sz w:val="24"/>
          <w:szCs w:val="24"/>
          <w:lang w:val="en-US" w:bidi="ar-SA"/>
        </w:rPr>
      </w:pPr>
      <w:r>
        <w:rPr>
          <w:rFonts w:cs="Arial"/>
          <w:sz w:val="24"/>
          <w:szCs w:val="24"/>
          <w:lang w:val="en-US" w:bidi="ar-SA"/>
        </w:rPr>
        <w:t>Starting</w:t>
      </w:r>
      <w:r w:rsidR="00CD458E">
        <w:rPr>
          <w:rFonts w:cs="Arial"/>
          <w:sz w:val="24"/>
          <w:szCs w:val="24"/>
          <w:lang w:val="en-US" w:bidi="ar-SA"/>
        </w:rPr>
        <w:t xml:space="preserve"> </w:t>
      </w:r>
      <w:r>
        <w:rPr>
          <w:rFonts w:cs="Arial"/>
          <w:sz w:val="24"/>
          <w:szCs w:val="24"/>
          <w:lang w:val="en-US" w:bidi="ar-SA"/>
        </w:rPr>
        <w:t>the</w:t>
      </w:r>
      <w:r w:rsidR="00923931">
        <w:rPr>
          <w:rFonts w:cs="Arial"/>
          <w:sz w:val="24"/>
          <w:szCs w:val="24"/>
          <w:lang w:val="en-US" w:bidi="ar-SA"/>
        </w:rPr>
        <w:t xml:space="preserve"> successful cooperation of his company </w:t>
      </w:r>
      <w:r w:rsidR="00923931" w:rsidRPr="00CD3CEE">
        <w:rPr>
          <w:rFonts w:cs="Arial"/>
          <w:sz w:val="24"/>
          <w:szCs w:val="24"/>
          <w:lang w:val="en-US" w:bidi="ar-SA"/>
        </w:rPr>
        <w:t>A</w:t>
      </w:r>
      <w:r>
        <w:rPr>
          <w:rFonts w:cs="Arial"/>
          <w:sz w:val="24"/>
          <w:szCs w:val="24"/>
          <w:lang w:val="en-US" w:bidi="ar-SA"/>
        </w:rPr>
        <w:t>PHESA</w:t>
      </w:r>
      <w:r w:rsidR="00923931">
        <w:rPr>
          <w:rFonts w:cs="Arial"/>
          <w:sz w:val="24"/>
          <w:szCs w:val="24"/>
          <w:lang w:val="en-US" w:bidi="ar-SA"/>
        </w:rPr>
        <w:t xml:space="preserve"> with D</w:t>
      </w:r>
      <w:r>
        <w:rPr>
          <w:rFonts w:cs="Arial"/>
          <w:sz w:val="24"/>
          <w:szCs w:val="24"/>
          <w:lang w:val="en-US" w:bidi="ar-SA"/>
        </w:rPr>
        <w:t>ELTATEC</w:t>
      </w:r>
      <w:r w:rsidR="00923931">
        <w:rPr>
          <w:rFonts w:cs="Arial"/>
          <w:sz w:val="24"/>
          <w:szCs w:val="24"/>
          <w:lang w:val="en-US" w:bidi="ar-SA"/>
        </w:rPr>
        <w:t xml:space="preserve"> </w:t>
      </w:r>
      <w:r>
        <w:rPr>
          <w:rFonts w:cs="Arial"/>
          <w:sz w:val="24"/>
          <w:szCs w:val="24"/>
          <w:lang w:val="en-US" w:bidi="ar-SA"/>
        </w:rPr>
        <w:t xml:space="preserve">SA </w:t>
      </w:r>
      <w:r w:rsidR="00923931">
        <w:rPr>
          <w:rFonts w:cs="Arial"/>
          <w:sz w:val="24"/>
          <w:szCs w:val="24"/>
          <w:lang w:val="en-US" w:bidi="ar-SA"/>
        </w:rPr>
        <w:t xml:space="preserve">in </w:t>
      </w:r>
      <w:r>
        <w:rPr>
          <w:rFonts w:cs="Arial"/>
          <w:sz w:val="24"/>
          <w:szCs w:val="24"/>
          <w:lang w:val="en-US" w:bidi="ar-SA"/>
        </w:rPr>
        <w:t>2017</w:t>
      </w:r>
      <w:r w:rsidR="00923931">
        <w:rPr>
          <w:rFonts w:cs="Arial"/>
          <w:sz w:val="24"/>
          <w:szCs w:val="24"/>
          <w:lang w:val="en-US" w:bidi="ar-SA"/>
        </w:rPr>
        <w:t xml:space="preserve"> Arnaud </w:t>
      </w:r>
      <w:r>
        <w:rPr>
          <w:rFonts w:cs="Arial"/>
          <w:sz w:val="24"/>
          <w:szCs w:val="24"/>
          <w:lang w:val="en-US" w:bidi="ar-SA"/>
        </w:rPr>
        <w:t xml:space="preserve">gained </w:t>
      </w:r>
      <w:r w:rsidR="00923931">
        <w:rPr>
          <w:rFonts w:cs="Arial"/>
          <w:sz w:val="24"/>
          <w:szCs w:val="24"/>
          <w:lang w:val="en-US" w:bidi="ar-SA"/>
        </w:rPr>
        <w:t xml:space="preserve">freedom to devote more of his professional time to education and </w:t>
      </w:r>
      <w:r w:rsidR="00CD3CEE" w:rsidRPr="00CD3CEE">
        <w:rPr>
          <w:rFonts w:cs="Arial"/>
          <w:sz w:val="24"/>
          <w:szCs w:val="24"/>
          <w:lang w:val="en-US" w:bidi="ar-SA"/>
        </w:rPr>
        <w:t>standardization activities.</w:t>
      </w:r>
      <w:r w:rsidR="000D21F6">
        <w:rPr>
          <w:rFonts w:cs="Arial"/>
          <w:sz w:val="24"/>
          <w:szCs w:val="24"/>
          <w:lang w:val="en-US" w:bidi="ar-SA"/>
        </w:rPr>
        <w:t xml:space="preserve"> </w:t>
      </w:r>
      <w:r w:rsidR="00295BAF">
        <w:rPr>
          <w:rFonts w:cs="Arial"/>
          <w:sz w:val="24"/>
          <w:szCs w:val="24"/>
          <w:lang w:val="en-US" w:bidi="ar-SA"/>
        </w:rPr>
        <w:t>As such, i</w:t>
      </w:r>
      <w:r w:rsidR="00295BAF" w:rsidRPr="00CD3CEE">
        <w:rPr>
          <w:rFonts w:cs="Arial"/>
          <w:sz w:val="24"/>
          <w:szCs w:val="24"/>
          <w:lang w:val="en-US" w:bidi="ar-SA"/>
        </w:rPr>
        <w:t>n December 2017</w:t>
      </w:r>
      <w:r w:rsidR="00295BAF">
        <w:rPr>
          <w:rFonts w:cs="Arial"/>
          <w:sz w:val="24"/>
          <w:szCs w:val="24"/>
          <w:lang w:val="en-US" w:bidi="ar-SA"/>
        </w:rPr>
        <w:t xml:space="preserve"> the EMVA was gifted to get him on board as Standards Manager</w:t>
      </w:r>
      <w:r w:rsidR="00CD3CEE" w:rsidRPr="00CD3CEE">
        <w:rPr>
          <w:rFonts w:cs="Arial"/>
          <w:sz w:val="24"/>
          <w:szCs w:val="24"/>
          <w:lang w:val="en-US" w:bidi="ar-SA"/>
        </w:rPr>
        <w:t xml:space="preserve">. In this position he </w:t>
      </w:r>
      <w:r w:rsidR="00782009">
        <w:rPr>
          <w:rFonts w:cs="Arial"/>
          <w:sz w:val="24"/>
          <w:szCs w:val="24"/>
          <w:lang w:val="en-US" w:bidi="ar-SA"/>
        </w:rPr>
        <w:t>oversaw</w:t>
      </w:r>
      <w:r w:rsidR="00CD3CEE" w:rsidRPr="00CD3CEE">
        <w:rPr>
          <w:rFonts w:cs="Arial"/>
          <w:sz w:val="24"/>
          <w:szCs w:val="24"/>
          <w:lang w:val="en-US" w:bidi="ar-SA"/>
        </w:rPr>
        <w:t xml:space="preserve"> the development of EMVA standards, but also </w:t>
      </w:r>
      <w:r w:rsidR="00782009">
        <w:rPr>
          <w:rFonts w:cs="Arial"/>
          <w:sz w:val="24"/>
          <w:szCs w:val="24"/>
          <w:lang w:val="en-US" w:bidi="ar-SA"/>
        </w:rPr>
        <w:t>fostered cooperation w</w:t>
      </w:r>
      <w:r w:rsidR="00CD3CEE" w:rsidRPr="00CD3CEE">
        <w:rPr>
          <w:rFonts w:cs="Arial"/>
          <w:sz w:val="24"/>
          <w:szCs w:val="24"/>
          <w:lang w:val="en-US" w:bidi="ar-SA"/>
        </w:rPr>
        <w:t xml:space="preserve">ith other imaging associations worldwide on the development and </w:t>
      </w:r>
      <w:r w:rsidR="00782009">
        <w:rPr>
          <w:rFonts w:cs="Arial"/>
          <w:sz w:val="24"/>
          <w:szCs w:val="24"/>
          <w:lang w:val="en-US" w:bidi="ar-SA"/>
        </w:rPr>
        <w:t xml:space="preserve">the </w:t>
      </w:r>
      <w:r w:rsidR="00CD3CEE" w:rsidRPr="00CD3CEE">
        <w:rPr>
          <w:rFonts w:cs="Arial"/>
          <w:sz w:val="24"/>
          <w:szCs w:val="24"/>
          <w:lang w:val="en-US" w:bidi="ar-SA"/>
        </w:rPr>
        <w:t xml:space="preserve">dissemination of vision standards. </w:t>
      </w:r>
      <w:r w:rsidR="00923931">
        <w:rPr>
          <w:rFonts w:cs="Arial"/>
          <w:sz w:val="24"/>
          <w:szCs w:val="24"/>
          <w:lang w:val="en-US" w:bidi="ar-SA"/>
        </w:rPr>
        <w:t>“</w:t>
      </w:r>
      <w:r w:rsidR="00663F6E" w:rsidRPr="00663F6E">
        <w:rPr>
          <w:rFonts w:cs="Arial"/>
          <w:sz w:val="24"/>
          <w:szCs w:val="24"/>
          <w:lang w:val="en-US" w:bidi="ar-SA"/>
        </w:rPr>
        <w:t>We all remember how Arnaud took this role with enthusiasm and high commitment.</w:t>
      </w:r>
      <w:r w:rsidR="00663F6E">
        <w:rPr>
          <w:rFonts w:cs="Arial"/>
          <w:sz w:val="24"/>
          <w:szCs w:val="24"/>
          <w:lang w:val="en-US" w:bidi="ar-SA"/>
        </w:rPr>
        <w:t xml:space="preserve"> </w:t>
      </w:r>
      <w:r w:rsidR="00CD3CEE" w:rsidRPr="00CD3CEE">
        <w:rPr>
          <w:rFonts w:cs="Arial"/>
          <w:sz w:val="24"/>
          <w:szCs w:val="24"/>
          <w:lang w:val="en-US" w:bidi="ar-SA"/>
        </w:rPr>
        <w:t>Though he served in this position for a bit less than a year, he facilitated the start of two new EMV</w:t>
      </w:r>
      <w:r>
        <w:rPr>
          <w:rFonts w:cs="Arial"/>
          <w:sz w:val="24"/>
          <w:szCs w:val="24"/>
          <w:lang w:val="en-US" w:bidi="ar-SA"/>
        </w:rPr>
        <w:t>A</w:t>
      </w:r>
      <w:r w:rsidR="00CD3CEE" w:rsidRPr="00CD3CEE">
        <w:rPr>
          <w:rFonts w:cs="Arial"/>
          <w:sz w:val="24"/>
          <w:szCs w:val="24"/>
          <w:lang w:val="en-US" w:bidi="ar-SA"/>
        </w:rPr>
        <w:t xml:space="preserve"> standards, and </w:t>
      </w:r>
      <w:r w:rsidR="001B75D3">
        <w:rPr>
          <w:rFonts w:cs="Arial"/>
          <w:sz w:val="24"/>
          <w:szCs w:val="24"/>
          <w:lang w:val="en-US" w:bidi="ar-SA"/>
        </w:rPr>
        <w:t xml:space="preserve">built bridges to other associations. As such, he </w:t>
      </w:r>
      <w:r w:rsidR="00CD3CEE" w:rsidRPr="00CD3CEE">
        <w:rPr>
          <w:rFonts w:cs="Arial"/>
          <w:sz w:val="24"/>
          <w:szCs w:val="24"/>
          <w:lang w:val="en-US" w:bidi="ar-SA"/>
        </w:rPr>
        <w:t>established links with standards groups of IEEE</w:t>
      </w:r>
      <w:r w:rsidR="00DB3AD0">
        <w:rPr>
          <w:rFonts w:cs="Arial"/>
          <w:sz w:val="24"/>
          <w:szCs w:val="24"/>
          <w:lang w:val="en-US" w:bidi="ar-SA"/>
        </w:rPr>
        <w:t xml:space="preserve"> and was an active member of </w:t>
      </w:r>
      <w:r w:rsidR="00DB3AD0" w:rsidRPr="00DB3AD0">
        <w:rPr>
          <w:rFonts w:cs="Arial"/>
          <w:sz w:val="24"/>
          <w:szCs w:val="24"/>
          <w:lang w:val="en-US" w:bidi="ar-SA"/>
        </w:rPr>
        <w:t>SPIE and IS&amp;T</w:t>
      </w:r>
      <w:r w:rsidR="00CD3CEE" w:rsidRPr="00CD3CEE">
        <w:rPr>
          <w:rFonts w:cs="Arial"/>
          <w:sz w:val="24"/>
          <w:szCs w:val="24"/>
          <w:lang w:val="en-US" w:bidi="ar-SA"/>
        </w:rPr>
        <w:t>.</w:t>
      </w:r>
      <w:r w:rsidR="00923931">
        <w:rPr>
          <w:rFonts w:cs="Arial"/>
          <w:sz w:val="24"/>
          <w:szCs w:val="24"/>
          <w:lang w:val="en-US" w:bidi="ar-SA"/>
        </w:rPr>
        <w:t xml:space="preserve"> The foundation he led during this time will be part of his legacy to the entire machine vision industry”, said EMVA President Jochem Herrmann. </w:t>
      </w:r>
    </w:p>
    <w:p w14:paraId="03F5B309" w14:textId="77777777" w:rsidR="00663F6E" w:rsidRPr="00EC228A" w:rsidRDefault="00663F6E" w:rsidP="00CF5D40">
      <w:pPr>
        <w:spacing w:line="360" w:lineRule="auto"/>
        <w:jc w:val="both"/>
        <w:rPr>
          <w:rFonts w:cs="Arial"/>
          <w:sz w:val="24"/>
          <w:szCs w:val="24"/>
          <w:lang w:val="en-US" w:bidi="ar-SA"/>
        </w:rPr>
      </w:pPr>
    </w:p>
    <w:p w14:paraId="7701CED1" w14:textId="38C8F5F4" w:rsidR="00663F6E" w:rsidRDefault="001B75D3" w:rsidP="00EC228A">
      <w:pPr>
        <w:spacing w:line="360" w:lineRule="auto"/>
        <w:jc w:val="both"/>
        <w:rPr>
          <w:rFonts w:cs="Arial"/>
          <w:sz w:val="24"/>
          <w:szCs w:val="24"/>
          <w:lang w:val="en-US" w:bidi="ar-SA"/>
        </w:rPr>
      </w:pPr>
      <w:r w:rsidRPr="004C1976">
        <w:rPr>
          <w:rFonts w:cs="Arial"/>
          <w:sz w:val="24"/>
          <w:szCs w:val="24"/>
          <w:lang w:val="en-US" w:bidi="ar-SA"/>
        </w:rPr>
        <w:t xml:space="preserve">Arnaud </w:t>
      </w:r>
      <w:r w:rsidR="00782009" w:rsidRPr="004C1976">
        <w:rPr>
          <w:rFonts w:cs="Arial"/>
          <w:sz w:val="24"/>
          <w:szCs w:val="24"/>
          <w:lang w:val="en-US" w:bidi="ar-SA"/>
        </w:rPr>
        <w:t>contributed</w:t>
      </w:r>
      <w:r w:rsidRPr="004C1976">
        <w:rPr>
          <w:rFonts w:cs="Arial"/>
          <w:sz w:val="24"/>
          <w:szCs w:val="24"/>
          <w:lang w:val="en-US" w:bidi="ar-SA"/>
        </w:rPr>
        <w:t xml:space="preserve"> to the life of his city </w:t>
      </w:r>
      <w:r w:rsidR="00295BAF" w:rsidRPr="004C1976">
        <w:rPr>
          <w:rFonts w:cs="Arial"/>
          <w:sz w:val="24"/>
          <w:szCs w:val="24"/>
          <w:lang w:val="en-US" w:bidi="ar-SA"/>
        </w:rPr>
        <w:t xml:space="preserve">community </w:t>
      </w:r>
      <w:r w:rsidRPr="004C1976">
        <w:rPr>
          <w:rFonts w:cs="Arial"/>
          <w:sz w:val="24"/>
          <w:szCs w:val="24"/>
          <w:lang w:val="en-US" w:bidi="ar-SA"/>
        </w:rPr>
        <w:t xml:space="preserve">by being </w:t>
      </w:r>
      <w:r w:rsidR="00782009" w:rsidRPr="004C1976">
        <w:rPr>
          <w:rFonts w:cs="Arial"/>
          <w:sz w:val="24"/>
          <w:szCs w:val="24"/>
          <w:lang w:val="en-US" w:bidi="ar-SA"/>
        </w:rPr>
        <w:t xml:space="preserve">an </w:t>
      </w:r>
      <w:r w:rsidRPr="004C1976">
        <w:rPr>
          <w:rFonts w:cs="Arial"/>
          <w:sz w:val="24"/>
          <w:szCs w:val="24"/>
          <w:lang w:val="en-US" w:bidi="ar-SA"/>
        </w:rPr>
        <w:t xml:space="preserve">active member of local associations. When his job gave him some freedom, Arnaud </w:t>
      </w:r>
      <w:r w:rsidR="00D4192A" w:rsidRPr="004C1976">
        <w:rPr>
          <w:rFonts w:cs="Arial"/>
          <w:sz w:val="24"/>
          <w:szCs w:val="24"/>
          <w:lang w:val="en-US" w:bidi="ar-SA"/>
        </w:rPr>
        <w:t xml:space="preserve">indulged his passion for photography and piloted </w:t>
      </w:r>
      <w:r w:rsidRPr="004C1976">
        <w:rPr>
          <w:rFonts w:cs="Arial"/>
          <w:sz w:val="24"/>
          <w:szCs w:val="24"/>
          <w:lang w:val="en-US" w:bidi="ar-SA"/>
        </w:rPr>
        <w:t>private planes as hobby.</w:t>
      </w:r>
    </w:p>
    <w:p w14:paraId="2BB53E65" w14:textId="77777777" w:rsidR="00CF5D40" w:rsidRDefault="00CF5D40" w:rsidP="00CF5D40">
      <w:pPr>
        <w:spacing w:line="360" w:lineRule="auto"/>
        <w:jc w:val="both"/>
        <w:rPr>
          <w:rFonts w:cs="Arial"/>
          <w:sz w:val="24"/>
          <w:szCs w:val="24"/>
          <w:lang w:val="en-US" w:bidi="ar-SA"/>
        </w:rPr>
      </w:pPr>
    </w:p>
    <w:p w14:paraId="528E0187" w14:textId="77777777" w:rsidR="001860D0" w:rsidRDefault="001860D0" w:rsidP="00CF5D40">
      <w:pPr>
        <w:spacing w:line="360" w:lineRule="auto"/>
        <w:jc w:val="both"/>
        <w:rPr>
          <w:rFonts w:cs="Arial"/>
          <w:sz w:val="24"/>
          <w:szCs w:val="24"/>
          <w:lang w:val="en-US" w:bidi="ar-SA"/>
        </w:rPr>
      </w:pPr>
    </w:p>
    <w:p w14:paraId="6327702C" w14:textId="77777777" w:rsidR="00CF5D40" w:rsidRDefault="00CF5D40" w:rsidP="00CF5D40">
      <w:pPr>
        <w:spacing w:line="360" w:lineRule="auto"/>
        <w:jc w:val="both"/>
        <w:rPr>
          <w:rFonts w:cs="Arial"/>
          <w:sz w:val="24"/>
          <w:szCs w:val="24"/>
          <w:lang w:val="en-US" w:bidi="ar-SA"/>
        </w:rPr>
      </w:pPr>
    </w:p>
    <w:p w14:paraId="7EDACF4F" w14:textId="77777777" w:rsidR="00CF5D40" w:rsidRDefault="00CF5D40" w:rsidP="00CF5D40">
      <w:pPr>
        <w:spacing w:line="360" w:lineRule="auto"/>
        <w:jc w:val="both"/>
        <w:rPr>
          <w:rFonts w:cs="Arial"/>
          <w:sz w:val="24"/>
          <w:szCs w:val="24"/>
          <w:lang w:val="en-US" w:bidi="ar-SA"/>
        </w:rPr>
      </w:pPr>
    </w:p>
    <w:p w14:paraId="2B50130B" w14:textId="77777777" w:rsidR="00CF5D40" w:rsidRDefault="00CF5D40" w:rsidP="00CF5D40">
      <w:pPr>
        <w:spacing w:line="360" w:lineRule="auto"/>
        <w:jc w:val="both"/>
        <w:rPr>
          <w:rFonts w:cs="Arial"/>
          <w:sz w:val="24"/>
          <w:szCs w:val="24"/>
          <w:lang w:val="en-US" w:bidi="ar-SA"/>
        </w:rPr>
      </w:pPr>
    </w:p>
    <w:p w14:paraId="554D177B" w14:textId="77777777" w:rsidR="00B446AD" w:rsidRPr="00DF7CC0" w:rsidRDefault="00B446AD" w:rsidP="00C15484">
      <w:pPr>
        <w:spacing w:line="360" w:lineRule="auto"/>
        <w:rPr>
          <w:color w:val="000000"/>
          <w:sz w:val="16"/>
          <w:szCs w:val="16"/>
          <w:lang w:val="en-US"/>
        </w:rPr>
      </w:pPr>
    </w:p>
    <w:p w14:paraId="0524ABA9" w14:textId="77777777" w:rsidR="004201A7" w:rsidRPr="00DF7CC0" w:rsidRDefault="004201A7" w:rsidP="00C15484">
      <w:pPr>
        <w:spacing w:line="360" w:lineRule="auto"/>
        <w:rPr>
          <w:color w:val="000000"/>
          <w:sz w:val="16"/>
          <w:szCs w:val="16"/>
          <w:lang w:val="en-US"/>
        </w:rPr>
      </w:pPr>
    </w:p>
    <w:p w14:paraId="098AB715" w14:textId="77777777" w:rsidR="006A5A62" w:rsidRPr="00DF7CC0" w:rsidRDefault="006A5A62" w:rsidP="006A5A62">
      <w:pPr>
        <w:spacing w:line="360" w:lineRule="auto"/>
        <w:rPr>
          <w:rFonts w:cs="Times"/>
          <w:b/>
          <w:color w:val="000000"/>
          <w:sz w:val="18"/>
          <w:szCs w:val="24"/>
          <w:u w:val="single"/>
          <w:lang w:val="en-GB" w:bidi="ar-SA"/>
        </w:rPr>
      </w:pPr>
      <w:r w:rsidRPr="00DF7CC0">
        <w:rPr>
          <w:rFonts w:cs="Times"/>
          <w:b/>
          <w:color w:val="000000"/>
          <w:sz w:val="18"/>
          <w:szCs w:val="24"/>
          <w:u w:val="single"/>
          <w:lang w:val="en-GB" w:bidi="ar-SA"/>
        </w:rPr>
        <w:t>About EMVA:</w:t>
      </w:r>
    </w:p>
    <w:p w14:paraId="299E5B99" w14:textId="23FE5177" w:rsidR="00CA67FA" w:rsidRDefault="00DF7CC0" w:rsidP="001860D0">
      <w:pPr>
        <w:spacing w:before="120" w:line="360" w:lineRule="auto"/>
        <w:jc w:val="both"/>
        <w:rPr>
          <w:rFonts w:cs="Arial"/>
          <w:b/>
          <w:color w:val="000000"/>
          <w:sz w:val="18"/>
          <w:szCs w:val="24"/>
          <w:lang w:val="en-GB" w:bidi="ar-SA"/>
        </w:rPr>
      </w:pPr>
      <w:r w:rsidRPr="00DF7CC0">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3"/>
      <w:headerReference w:type="default" r:id="rId14"/>
      <w:footerReference w:type="default" r:id="rId15"/>
      <w:headerReference w:type="first" r:id="rId16"/>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DF89D2" w14:textId="77777777" w:rsidR="0020337E" w:rsidRDefault="0020337E">
      <w:r>
        <w:separator/>
      </w:r>
    </w:p>
  </w:endnote>
  <w:endnote w:type="continuationSeparator" w:id="0">
    <w:p w14:paraId="18DF2911" w14:textId="77777777" w:rsidR="0020337E" w:rsidRDefault="0020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CD458E" w14:paraId="7308E80E" w14:textId="77777777" w:rsidTr="003A1B4C">
      <w:tc>
        <w:tcPr>
          <w:tcW w:w="3213" w:type="dxa"/>
        </w:tcPr>
        <w:p w14:paraId="3342D9C8" w14:textId="77777777" w:rsidR="003F6A93" w:rsidRPr="003F6A93" w:rsidRDefault="003F6A93" w:rsidP="003F6A93">
          <w:pPr>
            <w:rPr>
              <w:noProof/>
              <w:sz w:val="14"/>
              <w:szCs w:val="14"/>
              <w:lang w:val="it-IT"/>
            </w:rPr>
          </w:pPr>
          <w:r w:rsidRPr="003F6A93">
            <w:rPr>
              <w:noProof/>
              <w:sz w:val="14"/>
              <w:szCs w:val="14"/>
              <w:lang w:val="it-IT"/>
            </w:rPr>
            <w:t>European Machine Vision Association</w:t>
          </w:r>
        </w:p>
        <w:p w14:paraId="26A9A8FF" w14:textId="77777777" w:rsidR="003F6A93" w:rsidRPr="003F6A93" w:rsidRDefault="003F6A93" w:rsidP="003F6A93">
          <w:pPr>
            <w:rPr>
              <w:noProof/>
              <w:sz w:val="14"/>
              <w:szCs w:val="14"/>
              <w:lang w:val="it-IT"/>
            </w:rPr>
          </w:pPr>
          <w:r w:rsidRPr="003F6A93">
            <w:rPr>
              <w:noProof/>
              <w:sz w:val="14"/>
              <w:szCs w:val="14"/>
              <w:lang w:val="it-IT"/>
            </w:rPr>
            <w:t>Gran Vía de Carles III 84 (planta 3a)</w:t>
          </w:r>
        </w:p>
        <w:p w14:paraId="55C50239" w14:textId="77777777" w:rsidR="003F6A93" w:rsidRPr="003F6A93" w:rsidRDefault="003F6A93" w:rsidP="003F6A93">
          <w:pPr>
            <w:rPr>
              <w:noProof/>
              <w:sz w:val="14"/>
              <w:szCs w:val="14"/>
              <w:lang w:val="it-IT"/>
            </w:rPr>
          </w:pPr>
          <w:r w:rsidRPr="003F6A93">
            <w:rPr>
              <w:noProof/>
              <w:sz w:val="14"/>
              <w:szCs w:val="14"/>
              <w:lang w:val="it-IT"/>
            </w:rPr>
            <w:t>08028 Barcelona</w:t>
          </w:r>
        </w:p>
        <w:p w14:paraId="2ACFC35A" w14:textId="01F31868" w:rsidR="005A2401" w:rsidRPr="008A12C0" w:rsidRDefault="003F6A93" w:rsidP="003F6A93">
          <w:pPr>
            <w:rPr>
              <w:rFonts w:cs="Arial"/>
              <w:sz w:val="14"/>
              <w:lang w:val="fr-FR" w:bidi="ar-SA"/>
            </w:rPr>
          </w:pPr>
          <w:r w:rsidRPr="003F6A93">
            <w:rPr>
              <w:noProof/>
              <w:sz w:val="14"/>
              <w:szCs w:val="14"/>
              <w:lang w:val="it-IT"/>
            </w:rPr>
            <w:t>Spain</w:t>
          </w:r>
        </w:p>
      </w:tc>
      <w:tc>
        <w:tcPr>
          <w:tcW w:w="3450" w:type="dxa"/>
        </w:tcPr>
        <w:p w14:paraId="5897E12C" w14:textId="77777777" w:rsidR="003F6A93" w:rsidRPr="003F6A93" w:rsidRDefault="003F6A93" w:rsidP="003F6A93">
          <w:pPr>
            <w:tabs>
              <w:tab w:val="left" w:pos="756"/>
            </w:tabs>
            <w:rPr>
              <w:sz w:val="14"/>
              <w:szCs w:val="14"/>
            </w:rPr>
          </w:pPr>
          <w:r w:rsidRPr="003F6A93">
            <w:rPr>
              <w:sz w:val="14"/>
              <w:szCs w:val="14"/>
            </w:rPr>
            <w:t>Bank</w:t>
          </w:r>
          <w:r w:rsidRPr="003F6A93">
            <w:rPr>
              <w:sz w:val="14"/>
              <w:szCs w:val="14"/>
            </w:rPr>
            <w:tab/>
          </w:r>
          <w:proofErr w:type="spellStart"/>
          <w:r w:rsidRPr="003F6A93">
            <w:rPr>
              <w:sz w:val="14"/>
              <w:szCs w:val="14"/>
            </w:rPr>
            <w:t>Banc</w:t>
          </w:r>
          <w:proofErr w:type="spellEnd"/>
          <w:r w:rsidRPr="003F6A93">
            <w:rPr>
              <w:sz w:val="14"/>
              <w:szCs w:val="14"/>
            </w:rPr>
            <w:t xml:space="preserve"> Sabadell</w:t>
          </w:r>
        </w:p>
        <w:p w14:paraId="55A63784" w14:textId="77777777" w:rsidR="003F6A93" w:rsidRPr="003F6A93" w:rsidRDefault="003F6A93" w:rsidP="003F6A93">
          <w:pPr>
            <w:tabs>
              <w:tab w:val="left" w:pos="756"/>
            </w:tabs>
            <w:rPr>
              <w:sz w:val="14"/>
              <w:szCs w:val="14"/>
            </w:rPr>
          </w:pPr>
          <w:r w:rsidRPr="003F6A93">
            <w:rPr>
              <w:sz w:val="14"/>
              <w:szCs w:val="14"/>
            </w:rPr>
            <w:t>Swift/BIC</w:t>
          </w:r>
          <w:r w:rsidRPr="003F6A93">
            <w:rPr>
              <w:sz w:val="14"/>
              <w:szCs w:val="14"/>
            </w:rPr>
            <w:tab/>
            <w:t>BSAB ESBB</w:t>
          </w:r>
        </w:p>
        <w:p w14:paraId="64AC9752" w14:textId="77777777" w:rsidR="003F6A93" w:rsidRPr="003F6A93" w:rsidRDefault="003F6A93" w:rsidP="003F6A93">
          <w:pPr>
            <w:tabs>
              <w:tab w:val="left" w:pos="756"/>
            </w:tabs>
            <w:rPr>
              <w:sz w:val="14"/>
              <w:szCs w:val="14"/>
            </w:rPr>
          </w:pPr>
          <w:r w:rsidRPr="003F6A93">
            <w:rPr>
              <w:sz w:val="14"/>
              <w:szCs w:val="14"/>
            </w:rPr>
            <w:t>IBAN</w:t>
          </w:r>
          <w:r w:rsidRPr="003F6A93">
            <w:rPr>
              <w:sz w:val="14"/>
              <w:szCs w:val="14"/>
            </w:rPr>
            <w:tab/>
            <w:t>ES60 0081 0114 4400 0143 8347</w:t>
          </w:r>
        </w:p>
        <w:p w14:paraId="7F86285C" w14:textId="517E553E" w:rsidR="005A2401" w:rsidRPr="00554C82" w:rsidRDefault="003F6A93" w:rsidP="003F6A93">
          <w:pPr>
            <w:tabs>
              <w:tab w:val="left" w:pos="756"/>
            </w:tabs>
            <w:rPr>
              <w:rFonts w:cs="Arial"/>
              <w:sz w:val="14"/>
              <w:szCs w:val="14"/>
              <w:lang w:bidi="ar-SA"/>
            </w:rPr>
          </w:pPr>
          <w:r w:rsidRPr="003F6A93">
            <w:rPr>
              <w:sz w:val="14"/>
              <w:szCs w:val="14"/>
            </w:rPr>
            <w:t>VAT ID</w:t>
          </w:r>
          <w:r w:rsidRPr="003F6A93">
            <w:rPr>
              <w:sz w:val="14"/>
              <w:szCs w:val="14"/>
            </w:rPr>
            <w:tab/>
            <w:t>ES-G65854242</w:t>
          </w:r>
        </w:p>
      </w:tc>
      <w:tc>
        <w:tcPr>
          <w:tcW w:w="2976" w:type="dxa"/>
        </w:tcPr>
        <w:p w14:paraId="526D17AD" w14:textId="77777777" w:rsidR="003F6A93" w:rsidRPr="003F6A93" w:rsidRDefault="003F6A93" w:rsidP="003F6A93">
          <w:pPr>
            <w:tabs>
              <w:tab w:val="left" w:pos="1371"/>
            </w:tabs>
            <w:rPr>
              <w:noProof/>
              <w:sz w:val="14"/>
              <w:szCs w:val="14"/>
              <w:lang w:val="en-US"/>
            </w:rPr>
          </w:pPr>
          <w:r w:rsidRPr="003F6A93">
            <w:rPr>
              <w:noProof/>
              <w:sz w:val="14"/>
              <w:szCs w:val="14"/>
              <w:lang w:val="en-US"/>
            </w:rPr>
            <w:t>President</w:t>
          </w:r>
          <w:r w:rsidRPr="003F6A93">
            <w:rPr>
              <w:noProof/>
              <w:sz w:val="14"/>
              <w:szCs w:val="14"/>
              <w:lang w:val="en-US"/>
            </w:rPr>
            <w:tab/>
            <w:t>Jochem Herrmann</w:t>
          </w:r>
        </w:p>
        <w:p w14:paraId="3E322BE1" w14:textId="77777777" w:rsidR="003F6A93" w:rsidRPr="003F6A93" w:rsidRDefault="003F6A93" w:rsidP="003F6A93">
          <w:pPr>
            <w:tabs>
              <w:tab w:val="left" w:pos="1371"/>
            </w:tabs>
            <w:rPr>
              <w:noProof/>
              <w:sz w:val="14"/>
              <w:szCs w:val="14"/>
              <w:lang w:val="en-US"/>
            </w:rPr>
          </w:pPr>
          <w:r w:rsidRPr="003F6A93">
            <w:rPr>
              <w:noProof/>
              <w:sz w:val="14"/>
              <w:szCs w:val="14"/>
              <w:lang w:val="en-US"/>
            </w:rPr>
            <w:t>General Secretary</w:t>
          </w:r>
          <w:r w:rsidRPr="003F6A93">
            <w:rPr>
              <w:noProof/>
              <w:sz w:val="14"/>
              <w:szCs w:val="14"/>
              <w:lang w:val="en-US"/>
            </w:rPr>
            <w:tab/>
            <w:t>Thomas Lübkemeier</w:t>
          </w:r>
        </w:p>
        <w:p w14:paraId="55C83131" w14:textId="77777777" w:rsidR="003F6A93" w:rsidRPr="003F6A93" w:rsidRDefault="003F6A93" w:rsidP="003F6A93">
          <w:pPr>
            <w:tabs>
              <w:tab w:val="left" w:pos="1371"/>
            </w:tabs>
            <w:rPr>
              <w:noProof/>
              <w:sz w:val="14"/>
              <w:szCs w:val="14"/>
              <w:lang w:val="en-US"/>
            </w:rPr>
          </w:pPr>
          <w:r w:rsidRPr="003F6A93">
            <w:rPr>
              <w:noProof/>
              <w:sz w:val="14"/>
              <w:szCs w:val="14"/>
              <w:lang w:val="en-US"/>
            </w:rPr>
            <w:t>E-mail</w:t>
          </w:r>
          <w:r w:rsidRPr="003F6A93">
            <w:rPr>
              <w:noProof/>
              <w:sz w:val="14"/>
              <w:szCs w:val="14"/>
              <w:lang w:val="en-US"/>
            </w:rPr>
            <w:tab/>
            <w:t>info@emva.org</w:t>
          </w:r>
        </w:p>
        <w:p w14:paraId="58C75B5D" w14:textId="7C13FF9C" w:rsidR="005A2401" w:rsidRPr="00554C82" w:rsidRDefault="003F6A93" w:rsidP="003F6A93">
          <w:pPr>
            <w:tabs>
              <w:tab w:val="left" w:pos="1371"/>
            </w:tabs>
            <w:rPr>
              <w:noProof/>
              <w:sz w:val="14"/>
              <w:szCs w:val="14"/>
              <w:lang w:val="en-GB"/>
            </w:rPr>
          </w:pPr>
          <w:r w:rsidRPr="003F6A93">
            <w:rPr>
              <w:noProof/>
              <w:sz w:val="14"/>
              <w:szCs w:val="14"/>
              <w:lang w:val="en-US"/>
            </w:rPr>
            <w:t>Internet</w:t>
          </w:r>
          <w:r w:rsidRPr="003F6A93">
            <w:rPr>
              <w:noProof/>
              <w:sz w:val="14"/>
              <w:szCs w:val="14"/>
              <w:lang w:val="en-US"/>
            </w:rPr>
            <w:tab/>
            <w:t>www.emva.org</w:t>
          </w:r>
        </w:p>
      </w:tc>
    </w:tr>
  </w:tbl>
  <w:p w14:paraId="37BB6928" w14:textId="77777777"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1860D0">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A67C1" w14:textId="77777777" w:rsidR="0020337E" w:rsidRDefault="0020337E">
      <w:r>
        <w:separator/>
      </w:r>
    </w:p>
  </w:footnote>
  <w:footnote w:type="continuationSeparator" w:id="0">
    <w:p w14:paraId="6F2C9519" w14:textId="77777777" w:rsidR="0020337E" w:rsidRDefault="00203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CCCFB" w14:textId="24FD02E0" w:rsidR="00136F29" w:rsidRDefault="00136F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53EB" w14:textId="19640F43" w:rsidR="00136F29" w:rsidRDefault="00136F2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0C07DEDA"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55612E18"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0C322244"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2EAA468C"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03521F"/>
    <w:multiLevelType w:val="hybridMultilevel"/>
    <w:tmpl w:val="C4766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59D342B3"/>
    <w:multiLevelType w:val="hybridMultilevel"/>
    <w:tmpl w:val="3E00D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Lübkemeier">
    <w15:presenceInfo w15:providerId="None" w15:userId="T.Lübkeme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2E57"/>
    <w:rsid w:val="00063528"/>
    <w:rsid w:val="00064BAC"/>
    <w:rsid w:val="0006661E"/>
    <w:rsid w:val="00072F23"/>
    <w:rsid w:val="000777AE"/>
    <w:rsid w:val="00085C90"/>
    <w:rsid w:val="00087217"/>
    <w:rsid w:val="0009031C"/>
    <w:rsid w:val="00093E23"/>
    <w:rsid w:val="000A08BD"/>
    <w:rsid w:val="000A326A"/>
    <w:rsid w:val="000C697E"/>
    <w:rsid w:val="000D1963"/>
    <w:rsid w:val="000D21F6"/>
    <w:rsid w:val="000D36AF"/>
    <w:rsid w:val="000E5E02"/>
    <w:rsid w:val="000E6129"/>
    <w:rsid w:val="000E663E"/>
    <w:rsid w:val="000E7E02"/>
    <w:rsid w:val="000F1AD1"/>
    <w:rsid w:val="000F2977"/>
    <w:rsid w:val="000F663A"/>
    <w:rsid w:val="0011317C"/>
    <w:rsid w:val="00113CBB"/>
    <w:rsid w:val="00121F77"/>
    <w:rsid w:val="00124C6D"/>
    <w:rsid w:val="00136F29"/>
    <w:rsid w:val="00137A86"/>
    <w:rsid w:val="00137C12"/>
    <w:rsid w:val="0014044D"/>
    <w:rsid w:val="0014492A"/>
    <w:rsid w:val="00150878"/>
    <w:rsid w:val="0015479A"/>
    <w:rsid w:val="00161097"/>
    <w:rsid w:val="001634DA"/>
    <w:rsid w:val="001712EB"/>
    <w:rsid w:val="00174DB8"/>
    <w:rsid w:val="001813FC"/>
    <w:rsid w:val="001860D0"/>
    <w:rsid w:val="001A3F1F"/>
    <w:rsid w:val="001A7622"/>
    <w:rsid w:val="001B0F9B"/>
    <w:rsid w:val="001B374E"/>
    <w:rsid w:val="001B4074"/>
    <w:rsid w:val="001B6FDC"/>
    <w:rsid w:val="001B75D3"/>
    <w:rsid w:val="001B7B87"/>
    <w:rsid w:val="001C4426"/>
    <w:rsid w:val="001D6F67"/>
    <w:rsid w:val="001E1075"/>
    <w:rsid w:val="001E109A"/>
    <w:rsid w:val="001E159D"/>
    <w:rsid w:val="001E2C9C"/>
    <w:rsid w:val="001E3349"/>
    <w:rsid w:val="001E7A7C"/>
    <w:rsid w:val="001F3E4C"/>
    <w:rsid w:val="001F4805"/>
    <w:rsid w:val="0020337E"/>
    <w:rsid w:val="002307BD"/>
    <w:rsid w:val="002316A7"/>
    <w:rsid w:val="00241492"/>
    <w:rsid w:val="002425DA"/>
    <w:rsid w:val="002526B5"/>
    <w:rsid w:val="00254203"/>
    <w:rsid w:val="00262A84"/>
    <w:rsid w:val="00266CFB"/>
    <w:rsid w:val="00267826"/>
    <w:rsid w:val="00274268"/>
    <w:rsid w:val="00277AB3"/>
    <w:rsid w:val="00281D9C"/>
    <w:rsid w:val="00285D78"/>
    <w:rsid w:val="0029522E"/>
    <w:rsid w:val="00295BAF"/>
    <w:rsid w:val="002A184A"/>
    <w:rsid w:val="002A32B1"/>
    <w:rsid w:val="002B1D74"/>
    <w:rsid w:val="002C6AA6"/>
    <w:rsid w:val="002C7D57"/>
    <w:rsid w:val="002D271C"/>
    <w:rsid w:val="002E766A"/>
    <w:rsid w:val="002F324D"/>
    <w:rsid w:val="002F32A9"/>
    <w:rsid w:val="003018C0"/>
    <w:rsid w:val="00316675"/>
    <w:rsid w:val="00316EDE"/>
    <w:rsid w:val="003308F4"/>
    <w:rsid w:val="00335048"/>
    <w:rsid w:val="00343D77"/>
    <w:rsid w:val="00356ABF"/>
    <w:rsid w:val="00356E38"/>
    <w:rsid w:val="00362467"/>
    <w:rsid w:val="003631C3"/>
    <w:rsid w:val="003632BD"/>
    <w:rsid w:val="00370D8E"/>
    <w:rsid w:val="00371D0E"/>
    <w:rsid w:val="003724CB"/>
    <w:rsid w:val="0037532F"/>
    <w:rsid w:val="003937E4"/>
    <w:rsid w:val="0039444D"/>
    <w:rsid w:val="00394659"/>
    <w:rsid w:val="003A0083"/>
    <w:rsid w:val="003A169A"/>
    <w:rsid w:val="003A1B4C"/>
    <w:rsid w:val="003A328A"/>
    <w:rsid w:val="003B55A0"/>
    <w:rsid w:val="003B601A"/>
    <w:rsid w:val="003B7DDB"/>
    <w:rsid w:val="003C2393"/>
    <w:rsid w:val="003D1971"/>
    <w:rsid w:val="003D5B80"/>
    <w:rsid w:val="003E1BB6"/>
    <w:rsid w:val="003F427C"/>
    <w:rsid w:val="003F487C"/>
    <w:rsid w:val="003F5C1D"/>
    <w:rsid w:val="003F6A93"/>
    <w:rsid w:val="003F6DBE"/>
    <w:rsid w:val="004026AF"/>
    <w:rsid w:val="00405B60"/>
    <w:rsid w:val="00411587"/>
    <w:rsid w:val="00413F09"/>
    <w:rsid w:val="004201A7"/>
    <w:rsid w:val="00423714"/>
    <w:rsid w:val="00431CE6"/>
    <w:rsid w:val="00432468"/>
    <w:rsid w:val="0044072F"/>
    <w:rsid w:val="00442F5F"/>
    <w:rsid w:val="0045643A"/>
    <w:rsid w:val="00460BF4"/>
    <w:rsid w:val="00471DED"/>
    <w:rsid w:val="0047573C"/>
    <w:rsid w:val="00475928"/>
    <w:rsid w:val="00480CB9"/>
    <w:rsid w:val="00483A12"/>
    <w:rsid w:val="00484A66"/>
    <w:rsid w:val="004868B1"/>
    <w:rsid w:val="00486906"/>
    <w:rsid w:val="00493215"/>
    <w:rsid w:val="004A13BC"/>
    <w:rsid w:val="004A423F"/>
    <w:rsid w:val="004B0226"/>
    <w:rsid w:val="004B21C1"/>
    <w:rsid w:val="004B2B2E"/>
    <w:rsid w:val="004C1976"/>
    <w:rsid w:val="004C29CF"/>
    <w:rsid w:val="004C6D07"/>
    <w:rsid w:val="004D1D4C"/>
    <w:rsid w:val="004D6CDF"/>
    <w:rsid w:val="004E44E2"/>
    <w:rsid w:val="004E7F14"/>
    <w:rsid w:val="004F5674"/>
    <w:rsid w:val="004F6E0C"/>
    <w:rsid w:val="004F746B"/>
    <w:rsid w:val="00522298"/>
    <w:rsid w:val="00523FC5"/>
    <w:rsid w:val="00524838"/>
    <w:rsid w:val="00543174"/>
    <w:rsid w:val="00554C82"/>
    <w:rsid w:val="00555C61"/>
    <w:rsid w:val="00555F07"/>
    <w:rsid w:val="005715D6"/>
    <w:rsid w:val="00574188"/>
    <w:rsid w:val="00582A7C"/>
    <w:rsid w:val="00594713"/>
    <w:rsid w:val="005A1CB9"/>
    <w:rsid w:val="005A2401"/>
    <w:rsid w:val="005A3DEA"/>
    <w:rsid w:val="005A4B20"/>
    <w:rsid w:val="005A6FC7"/>
    <w:rsid w:val="005B0A4F"/>
    <w:rsid w:val="005B3FA7"/>
    <w:rsid w:val="005B4AB1"/>
    <w:rsid w:val="005C0EB8"/>
    <w:rsid w:val="005C1BBE"/>
    <w:rsid w:val="005C3062"/>
    <w:rsid w:val="005E21DF"/>
    <w:rsid w:val="005E4DDC"/>
    <w:rsid w:val="005E5FFD"/>
    <w:rsid w:val="005E6FBE"/>
    <w:rsid w:val="005E7F11"/>
    <w:rsid w:val="005F6316"/>
    <w:rsid w:val="005F7D19"/>
    <w:rsid w:val="006004DF"/>
    <w:rsid w:val="006335B3"/>
    <w:rsid w:val="00634A80"/>
    <w:rsid w:val="0064676E"/>
    <w:rsid w:val="00654520"/>
    <w:rsid w:val="00655CFC"/>
    <w:rsid w:val="00662602"/>
    <w:rsid w:val="00663F6E"/>
    <w:rsid w:val="00664084"/>
    <w:rsid w:val="0066427B"/>
    <w:rsid w:val="00675663"/>
    <w:rsid w:val="0067780C"/>
    <w:rsid w:val="00683116"/>
    <w:rsid w:val="006835C3"/>
    <w:rsid w:val="0068547C"/>
    <w:rsid w:val="00687925"/>
    <w:rsid w:val="0069091A"/>
    <w:rsid w:val="006946C0"/>
    <w:rsid w:val="00696A31"/>
    <w:rsid w:val="00697DA1"/>
    <w:rsid w:val="006A23DB"/>
    <w:rsid w:val="006A5A62"/>
    <w:rsid w:val="006A6F40"/>
    <w:rsid w:val="006B2D9B"/>
    <w:rsid w:val="006C2BCB"/>
    <w:rsid w:val="006D16DC"/>
    <w:rsid w:val="006E5443"/>
    <w:rsid w:val="006F438C"/>
    <w:rsid w:val="006F5871"/>
    <w:rsid w:val="0070422F"/>
    <w:rsid w:val="00706CE1"/>
    <w:rsid w:val="00711667"/>
    <w:rsid w:val="00714CD0"/>
    <w:rsid w:val="00715AF1"/>
    <w:rsid w:val="0072457C"/>
    <w:rsid w:val="0073219D"/>
    <w:rsid w:val="00751CA5"/>
    <w:rsid w:val="00754A98"/>
    <w:rsid w:val="00761FD2"/>
    <w:rsid w:val="007666CE"/>
    <w:rsid w:val="00770CE7"/>
    <w:rsid w:val="00772B55"/>
    <w:rsid w:val="00782009"/>
    <w:rsid w:val="00792090"/>
    <w:rsid w:val="0079744F"/>
    <w:rsid w:val="00797CB3"/>
    <w:rsid w:val="007A27E6"/>
    <w:rsid w:val="007B2194"/>
    <w:rsid w:val="007B2F9F"/>
    <w:rsid w:val="007B4F94"/>
    <w:rsid w:val="007B5BF5"/>
    <w:rsid w:val="007B622D"/>
    <w:rsid w:val="007C2880"/>
    <w:rsid w:val="007C48CA"/>
    <w:rsid w:val="007D7E4F"/>
    <w:rsid w:val="007F450D"/>
    <w:rsid w:val="007F7937"/>
    <w:rsid w:val="00803565"/>
    <w:rsid w:val="00813BED"/>
    <w:rsid w:val="00816168"/>
    <w:rsid w:val="0082402C"/>
    <w:rsid w:val="00830185"/>
    <w:rsid w:val="0083370B"/>
    <w:rsid w:val="00833984"/>
    <w:rsid w:val="0084448A"/>
    <w:rsid w:val="00856ED9"/>
    <w:rsid w:val="008614A8"/>
    <w:rsid w:val="008655FD"/>
    <w:rsid w:val="00887EFA"/>
    <w:rsid w:val="00895BC8"/>
    <w:rsid w:val="00896515"/>
    <w:rsid w:val="008966C5"/>
    <w:rsid w:val="008A12C0"/>
    <w:rsid w:val="008A5B00"/>
    <w:rsid w:val="008B24FB"/>
    <w:rsid w:val="008C193C"/>
    <w:rsid w:val="008C2E17"/>
    <w:rsid w:val="008C7276"/>
    <w:rsid w:val="008D5F0B"/>
    <w:rsid w:val="008D62B9"/>
    <w:rsid w:val="008E2406"/>
    <w:rsid w:val="008F21F0"/>
    <w:rsid w:val="008F3D3D"/>
    <w:rsid w:val="00901404"/>
    <w:rsid w:val="0090191C"/>
    <w:rsid w:val="00901FD6"/>
    <w:rsid w:val="00903222"/>
    <w:rsid w:val="00915913"/>
    <w:rsid w:val="00920095"/>
    <w:rsid w:val="0092108D"/>
    <w:rsid w:val="00921893"/>
    <w:rsid w:val="00923931"/>
    <w:rsid w:val="009451DD"/>
    <w:rsid w:val="0095182B"/>
    <w:rsid w:val="00952919"/>
    <w:rsid w:val="00975783"/>
    <w:rsid w:val="009801DE"/>
    <w:rsid w:val="00981CA7"/>
    <w:rsid w:val="00983D00"/>
    <w:rsid w:val="00984E90"/>
    <w:rsid w:val="00994E8B"/>
    <w:rsid w:val="00996CCF"/>
    <w:rsid w:val="009A15AD"/>
    <w:rsid w:val="009B0BC7"/>
    <w:rsid w:val="009B306E"/>
    <w:rsid w:val="009C5D07"/>
    <w:rsid w:val="009D11B0"/>
    <w:rsid w:val="009D690D"/>
    <w:rsid w:val="009F2B88"/>
    <w:rsid w:val="009F3A7B"/>
    <w:rsid w:val="009F4430"/>
    <w:rsid w:val="00A122D4"/>
    <w:rsid w:val="00A13B4D"/>
    <w:rsid w:val="00A22176"/>
    <w:rsid w:val="00A24B70"/>
    <w:rsid w:val="00A3204E"/>
    <w:rsid w:val="00A34BD2"/>
    <w:rsid w:val="00A34FA1"/>
    <w:rsid w:val="00A373F0"/>
    <w:rsid w:val="00A40DE1"/>
    <w:rsid w:val="00A61010"/>
    <w:rsid w:val="00A62906"/>
    <w:rsid w:val="00A720EE"/>
    <w:rsid w:val="00A72139"/>
    <w:rsid w:val="00A7383F"/>
    <w:rsid w:val="00A8709F"/>
    <w:rsid w:val="00A903E7"/>
    <w:rsid w:val="00A93A82"/>
    <w:rsid w:val="00A97A3F"/>
    <w:rsid w:val="00AA3D48"/>
    <w:rsid w:val="00AB0A47"/>
    <w:rsid w:val="00AB32C2"/>
    <w:rsid w:val="00AB4997"/>
    <w:rsid w:val="00AC578E"/>
    <w:rsid w:val="00AD017E"/>
    <w:rsid w:val="00AD2BC1"/>
    <w:rsid w:val="00AD417D"/>
    <w:rsid w:val="00AF0F6C"/>
    <w:rsid w:val="00AF2E5A"/>
    <w:rsid w:val="00AF2E88"/>
    <w:rsid w:val="00AF3E40"/>
    <w:rsid w:val="00B11602"/>
    <w:rsid w:val="00B1465C"/>
    <w:rsid w:val="00B17439"/>
    <w:rsid w:val="00B446AD"/>
    <w:rsid w:val="00B473FA"/>
    <w:rsid w:val="00B6599D"/>
    <w:rsid w:val="00B67685"/>
    <w:rsid w:val="00B67E29"/>
    <w:rsid w:val="00B75BC8"/>
    <w:rsid w:val="00B80FEE"/>
    <w:rsid w:val="00B850C6"/>
    <w:rsid w:val="00B97CD7"/>
    <w:rsid w:val="00BA081E"/>
    <w:rsid w:val="00BB0968"/>
    <w:rsid w:val="00BB3337"/>
    <w:rsid w:val="00BB3956"/>
    <w:rsid w:val="00BB74B2"/>
    <w:rsid w:val="00BC635C"/>
    <w:rsid w:val="00BC6ECC"/>
    <w:rsid w:val="00BD18F3"/>
    <w:rsid w:val="00BD6FFD"/>
    <w:rsid w:val="00BF0885"/>
    <w:rsid w:val="00C102E8"/>
    <w:rsid w:val="00C15484"/>
    <w:rsid w:val="00C16D9E"/>
    <w:rsid w:val="00C25CBF"/>
    <w:rsid w:val="00C30238"/>
    <w:rsid w:val="00C32DB7"/>
    <w:rsid w:val="00C4348F"/>
    <w:rsid w:val="00C47A5F"/>
    <w:rsid w:val="00C56ED1"/>
    <w:rsid w:val="00C800A4"/>
    <w:rsid w:val="00C8489E"/>
    <w:rsid w:val="00C84EA8"/>
    <w:rsid w:val="00C925B0"/>
    <w:rsid w:val="00C92C55"/>
    <w:rsid w:val="00C952D4"/>
    <w:rsid w:val="00CA292F"/>
    <w:rsid w:val="00CA67FA"/>
    <w:rsid w:val="00CA771B"/>
    <w:rsid w:val="00CB2518"/>
    <w:rsid w:val="00CC55E8"/>
    <w:rsid w:val="00CC6624"/>
    <w:rsid w:val="00CD3C88"/>
    <w:rsid w:val="00CD3CEE"/>
    <w:rsid w:val="00CD458E"/>
    <w:rsid w:val="00CE1924"/>
    <w:rsid w:val="00CE1EFA"/>
    <w:rsid w:val="00CE3694"/>
    <w:rsid w:val="00CE3E87"/>
    <w:rsid w:val="00CE6277"/>
    <w:rsid w:val="00CF5D40"/>
    <w:rsid w:val="00D02602"/>
    <w:rsid w:val="00D259C3"/>
    <w:rsid w:val="00D30B6F"/>
    <w:rsid w:val="00D32763"/>
    <w:rsid w:val="00D35142"/>
    <w:rsid w:val="00D4192A"/>
    <w:rsid w:val="00D44A8E"/>
    <w:rsid w:val="00D461D9"/>
    <w:rsid w:val="00D46D80"/>
    <w:rsid w:val="00D60ED7"/>
    <w:rsid w:val="00D6554D"/>
    <w:rsid w:val="00D6686E"/>
    <w:rsid w:val="00D75E30"/>
    <w:rsid w:val="00D763BB"/>
    <w:rsid w:val="00D77BFD"/>
    <w:rsid w:val="00D77EA3"/>
    <w:rsid w:val="00D83812"/>
    <w:rsid w:val="00D84869"/>
    <w:rsid w:val="00D87F7E"/>
    <w:rsid w:val="00D93F65"/>
    <w:rsid w:val="00D97C0F"/>
    <w:rsid w:val="00DB387B"/>
    <w:rsid w:val="00DB3AD0"/>
    <w:rsid w:val="00DB46E4"/>
    <w:rsid w:val="00DC148D"/>
    <w:rsid w:val="00DD43C3"/>
    <w:rsid w:val="00DD4611"/>
    <w:rsid w:val="00DD57D5"/>
    <w:rsid w:val="00DE130F"/>
    <w:rsid w:val="00DE5B53"/>
    <w:rsid w:val="00DF6C99"/>
    <w:rsid w:val="00DF7CC0"/>
    <w:rsid w:val="00E0037E"/>
    <w:rsid w:val="00E01BB0"/>
    <w:rsid w:val="00E01D8F"/>
    <w:rsid w:val="00E03712"/>
    <w:rsid w:val="00E043D6"/>
    <w:rsid w:val="00E05DD0"/>
    <w:rsid w:val="00E07D37"/>
    <w:rsid w:val="00E07EF0"/>
    <w:rsid w:val="00E12DFA"/>
    <w:rsid w:val="00E35CE2"/>
    <w:rsid w:val="00E45699"/>
    <w:rsid w:val="00E542A0"/>
    <w:rsid w:val="00E61473"/>
    <w:rsid w:val="00E62884"/>
    <w:rsid w:val="00E6793F"/>
    <w:rsid w:val="00E72E27"/>
    <w:rsid w:val="00E7451D"/>
    <w:rsid w:val="00E819F0"/>
    <w:rsid w:val="00E8381E"/>
    <w:rsid w:val="00E848BB"/>
    <w:rsid w:val="00E85336"/>
    <w:rsid w:val="00E90969"/>
    <w:rsid w:val="00E919BD"/>
    <w:rsid w:val="00EA437B"/>
    <w:rsid w:val="00EA60EF"/>
    <w:rsid w:val="00EB0601"/>
    <w:rsid w:val="00EB7816"/>
    <w:rsid w:val="00EC0776"/>
    <w:rsid w:val="00EC0804"/>
    <w:rsid w:val="00EC228A"/>
    <w:rsid w:val="00EC7CEF"/>
    <w:rsid w:val="00ED650C"/>
    <w:rsid w:val="00ED6F32"/>
    <w:rsid w:val="00EE1E4B"/>
    <w:rsid w:val="00EE72EA"/>
    <w:rsid w:val="00EF4AF1"/>
    <w:rsid w:val="00EF5751"/>
    <w:rsid w:val="00EF5EC7"/>
    <w:rsid w:val="00F019ED"/>
    <w:rsid w:val="00F041CF"/>
    <w:rsid w:val="00F10D82"/>
    <w:rsid w:val="00F110C9"/>
    <w:rsid w:val="00F1426E"/>
    <w:rsid w:val="00F23D74"/>
    <w:rsid w:val="00F25C64"/>
    <w:rsid w:val="00F308B1"/>
    <w:rsid w:val="00F327C2"/>
    <w:rsid w:val="00F4461D"/>
    <w:rsid w:val="00F45375"/>
    <w:rsid w:val="00F47DB2"/>
    <w:rsid w:val="00F54506"/>
    <w:rsid w:val="00F551B4"/>
    <w:rsid w:val="00F60C33"/>
    <w:rsid w:val="00F65188"/>
    <w:rsid w:val="00F80381"/>
    <w:rsid w:val="00F813CC"/>
    <w:rsid w:val="00F9017A"/>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character" w:styleId="Kommentarzeichen">
    <w:name w:val="annotation reference"/>
    <w:basedOn w:val="Absatz-Standardschriftart"/>
    <w:semiHidden/>
    <w:unhideWhenUsed/>
    <w:rsid w:val="00CF5D40"/>
    <w:rPr>
      <w:sz w:val="16"/>
      <w:szCs w:val="16"/>
    </w:rPr>
  </w:style>
  <w:style w:type="paragraph" w:styleId="Kommentartext">
    <w:name w:val="annotation text"/>
    <w:basedOn w:val="Standard"/>
    <w:link w:val="KommentartextZchn"/>
    <w:semiHidden/>
    <w:unhideWhenUsed/>
    <w:rsid w:val="00CF5D40"/>
    <w:rPr>
      <w:sz w:val="20"/>
      <w:szCs w:val="25"/>
    </w:rPr>
  </w:style>
  <w:style w:type="character" w:customStyle="1" w:styleId="KommentartextZchn">
    <w:name w:val="Kommentartext Zchn"/>
    <w:basedOn w:val="Absatz-Standardschriftart"/>
    <w:link w:val="Kommentartext"/>
    <w:semiHidden/>
    <w:rsid w:val="00CF5D4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CF5D40"/>
    <w:rPr>
      <w:b/>
      <w:bCs/>
    </w:rPr>
  </w:style>
  <w:style w:type="character" w:customStyle="1" w:styleId="KommentarthemaZchn">
    <w:name w:val="Kommentarthema Zchn"/>
    <w:basedOn w:val="KommentartextZchn"/>
    <w:link w:val="Kommentarthema"/>
    <w:semiHidden/>
    <w:rsid w:val="00CF5D40"/>
    <w:rPr>
      <w:rFonts w:ascii="Arial" w:hAnsi="Arial" w:cs="Vrinda"/>
      <w:b/>
      <w:bCs/>
      <w:szCs w:val="25"/>
      <w:lang w:bidi="as-IN"/>
    </w:rPr>
  </w:style>
  <w:style w:type="paragraph" w:styleId="berarbeitung">
    <w:name w:val="Revision"/>
    <w:hidden/>
    <w:uiPriority w:val="99"/>
    <w:semiHidden/>
    <w:rsid w:val="00411587"/>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character" w:styleId="Kommentarzeichen">
    <w:name w:val="annotation reference"/>
    <w:basedOn w:val="Absatz-Standardschriftart"/>
    <w:semiHidden/>
    <w:unhideWhenUsed/>
    <w:rsid w:val="00CF5D40"/>
    <w:rPr>
      <w:sz w:val="16"/>
      <w:szCs w:val="16"/>
    </w:rPr>
  </w:style>
  <w:style w:type="paragraph" w:styleId="Kommentartext">
    <w:name w:val="annotation text"/>
    <w:basedOn w:val="Standard"/>
    <w:link w:val="KommentartextZchn"/>
    <w:semiHidden/>
    <w:unhideWhenUsed/>
    <w:rsid w:val="00CF5D40"/>
    <w:rPr>
      <w:sz w:val="20"/>
      <w:szCs w:val="25"/>
    </w:rPr>
  </w:style>
  <w:style w:type="character" w:customStyle="1" w:styleId="KommentartextZchn">
    <w:name w:val="Kommentartext Zchn"/>
    <w:basedOn w:val="Absatz-Standardschriftart"/>
    <w:link w:val="Kommentartext"/>
    <w:semiHidden/>
    <w:rsid w:val="00CF5D4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CF5D40"/>
    <w:rPr>
      <w:b/>
      <w:bCs/>
    </w:rPr>
  </w:style>
  <w:style w:type="character" w:customStyle="1" w:styleId="KommentarthemaZchn">
    <w:name w:val="Kommentarthema Zchn"/>
    <w:basedOn w:val="KommentartextZchn"/>
    <w:link w:val="Kommentarthema"/>
    <w:semiHidden/>
    <w:rsid w:val="00CF5D40"/>
    <w:rPr>
      <w:rFonts w:ascii="Arial" w:hAnsi="Arial" w:cs="Vrinda"/>
      <w:b/>
      <w:bCs/>
      <w:szCs w:val="25"/>
      <w:lang w:bidi="as-IN"/>
    </w:rPr>
  </w:style>
  <w:style w:type="paragraph" w:styleId="berarbeitung">
    <w:name w:val="Revision"/>
    <w:hidden/>
    <w:uiPriority w:val="99"/>
    <w:semiHidden/>
    <w:rsid w:val="00411587"/>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01385-2189-4334-BEBA-A463AA0D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573</Words>
  <Characters>3610</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2</cp:revision>
  <cp:lastPrinted>2018-09-19T10:55:00Z</cp:lastPrinted>
  <dcterms:created xsi:type="dcterms:W3CDTF">2018-09-19T13:51:00Z</dcterms:created>
  <dcterms:modified xsi:type="dcterms:W3CDTF">2018-09-19T13:51:00Z</dcterms:modified>
</cp:coreProperties>
</file>